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6E4" w:rsidRDefault="005C36E4" w:rsidP="00756FB6">
      <w:pPr>
        <w:tabs>
          <w:tab w:val="left" w:pos="4140"/>
        </w:tabs>
        <w:spacing w:after="0" w:line="240" w:lineRule="auto"/>
        <w:ind w:left="900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80A6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Приложение 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5C36E4" w:rsidRDefault="005C36E4" w:rsidP="00756FB6">
      <w:pPr>
        <w:tabs>
          <w:tab w:val="left" w:pos="4140"/>
        </w:tabs>
        <w:spacing w:after="0" w:line="240" w:lineRule="auto"/>
        <w:ind w:left="900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 приказу министерства образования Нижегородской области </w:t>
      </w:r>
    </w:p>
    <w:p w:rsidR="005C36E4" w:rsidRDefault="005C36E4" w:rsidP="00756FB6">
      <w:pPr>
        <w:tabs>
          <w:tab w:val="left" w:pos="4140"/>
        </w:tabs>
        <w:spacing w:after="0" w:line="240" w:lineRule="auto"/>
        <w:ind w:left="900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 _____________ № _____________</w:t>
      </w:r>
    </w:p>
    <w:p w:rsidR="005C36E4" w:rsidRPr="00280A6A" w:rsidRDefault="005C36E4" w:rsidP="00756FB6">
      <w:pPr>
        <w:tabs>
          <w:tab w:val="left" w:pos="4140"/>
        </w:tabs>
        <w:spacing w:after="0" w:line="240" w:lineRule="auto"/>
        <w:ind w:left="900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C36E4" w:rsidRPr="00280A6A" w:rsidRDefault="005C36E4" w:rsidP="00280A6A">
      <w:pPr>
        <w:tabs>
          <w:tab w:val="left" w:pos="4140"/>
        </w:tabs>
        <w:spacing w:line="240" w:lineRule="auto"/>
        <w:ind w:right="12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80A6A">
        <w:rPr>
          <w:rFonts w:ascii="Times New Roman" w:hAnsi="Times New Roman" w:cs="Times New Roman"/>
          <w:b/>
          <w:bCs/>
          <w:sz w:val="24"/>
          <w:szCs w:val="24"/>
        </w:rPr>
        <w:t>Перечень ППЭ по обязательным предметам в период досрочного</w:t>
      </w:r>
      <w:r w:rsidRPr="00280A6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проведения государственной итоговой аттестации в 2014 году</w:t>
      </w:r>
    </w:p>
    <w:tbl>
      <w:tblPr>
        <w:tblW w:w="1559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09"/>
        <w:gridCol w:w="737"/>
        <w:gridCol w:w="4422"/>
        <w:gridCol w:w="720"/>
        <w:gridCol w:w="2772"/>
        <w:gridCol w:w="969"/>
        <w:gridCol w:w="1418"/>
        <w:gridCol w:w="1393"/>
        <w:gridCol w:w="1559"/>
      </w:tblGrid>
      <w:tr w:rsidR="005C36E4" w:rsidRPr="00280A6A">
        <w:tc>
          <w:tcPr>
            <w:tcW w:w="1609" w:type="dxa"/>
          </w:tcPr>
          <w:p w:rsidR="005C36E4" w:rsidRPr="00280A6A" w:rsidRDefault="005C36E4" w:rsidP="00280A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  район/городской округ</w:t>
            </w:r>
          </w:p>
        </w:tc>
        <w:tc>
          <w:tcPr>
            <w:tcW w:w="737" w:type="dxa"/>
          </w:tcPr>
          <w:p w:rsidR="005C36E4" w:rsidRPr="00280A6A" w:rsidRDefault="005C36E4" w:rsidP="00280A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Кол-во ППЭ</w:t>
            </w:r>
          </w:p>
        </w:tc>
        <w:tc>
          <w:tcPr>
            <w:tcW w:w="4422" w:type="dxa"/>
            <w:tcBorders>
              <w:right w:val="single" w:sz="4" w:space="0" w:color="auto"/>
            </w:tcBorders>
          </w:tcPr>
          <w:p w:rsidR="005C36E4" w:rsidRPr="00280A6A" w:rsidRDefault="005C36E4" w:rsidP="00280A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ОУ (согласно Уставу), на базе которого создается  ППЭ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5C36E4" w:rsidRPr="00280A6A" w:rsidRDefault="005C36E4" w:rsidP="00280A6A">
            <w:pPr>
              <w:spacing w:after="0" w:line="240" w:lineRule="auto"/>
              <w:ind w:right="-19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ППЭ</w:t>
            </w:r>
          </w:p>
        </w:tc>
        <w:tc>
          <w:tcPr>
            <w:tcW w:w="2772" w:type="dxa"/>
            <w:tcBorders>
              <w:left w:val="single" w:sz="4" w:space="0" w:color="auto"/>
              <w:right w:val="single" w:sz="4" w:space="0" w:color="auto"/>
            </w:tcBorders>
          </w:tcPr>
          <w:p w:rsidR="005C36E4" w:rsidRPr="00280A6A" w:rsidRDefault="005C36E4" w:rsidP="00280A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 ППЭ</w:t>
            </w:r>
          </w:p>
        </w:tc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C36E4" w:rsidRPr="00280A6A" w:rsidRDefault="005C36E4" w:rsidP="00280A6A">
            <w:pPr>
              <w:spacing w:after="0" w:line="240" w:lineRule="auto"/>
              <w:ind w:right="-1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Количество аудиторий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C36E4" w:rsidRPr="00280A6A" w:rsidRDefault="005C36E4" w:rsidP="00280A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Предмет, по которому проводится ЕГЭ в данном ППЭ</w:t>
            </w:r>
          </w:p>
        </w:tc>
        <w:tc>
          <w:tcPr>
            <w:tcW w:w="1393" w:type="dxa"/>
            <w:tcBorders>
              <w:right w:val="single" w:sz="4" w:space="0" w:color="auto"/>
            </w:tcBorders>
          </w:tcPr>
          <w:p w:rsidR="005C36E4" w:rsidRPr="00280A6A" w:rsidRDefault="005C36E4" w:rsidP="00280A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Телефон ППЭ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280A6A">
            <w:pPr>
              <w:spacing w:after="0" w:line="240" w:lineRule="auto"/>
              <w:ind w:left="-288" w:firstLine="28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 электронной почты</w:t>
            </w:r>
          </w:p>
        </w:tc>
      </w:tr>
      <w:tr w:rsidR="005C36E4" w:rsidRPr="00280A6A">
        <w:trPr>
          <w:trHeight w:val="555"/>
        </w:trPr>
        <w:tc>
          <w:tcPr>
            <w:tcW w:w="1609" w:type="dxa"/>
            <w:tcBorders>
              <w:bottom w:val="single" w:sz="4" w:space="0" w:color="auto"/>
            </w:tcBorders>
          </w:tcPr>
          <w:p w:rsidR="005C36E4" w:rsidRPr="00280A6A" w:rsidRDefault="005C36E4" w:rsidP="00280A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г.Нижний Новгород (Советский)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5C36E4" w:rsidRPr="00280A6A" w:rsidRDefault="005C36E4" w:rsidP="00280A6A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22" w:type="dxa"/>
            <w:tcBorders>
              <w:bottom w:val="single" w:sz="4" w:space="0" w:color="auto"/>
              <w:right w:val="single" w:sz="4" w:space="0" w:color="auto"/>
            </w:tcBorders>
          </w:tcPr>
          <w:p w:rsidR="005C36E4" w:rsidRPr="00280A6A" w:rsidRDefault="005C36E4" w:rsidP="00280A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образовательное учреждение дополнительного профессионального образования «Нижегородский институт развития образования»</w:t>
            </w:r>
          </w:p>
        </w:tc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</w:tcPr>
          <w:p w:rsidR="005C36E4" w:rsidRPr="00280A6A" w:rsidRDefault="005C36E4" w:rsidP="00280A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0777</w:t>
            </w:r>
          </w:p>
        </w:tc>
        <w:tc>
          <w:tcPr>
            <w:tcW w:w="27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4" w:rsidRPr="00280A6A" w:rsidRDefault="005C36E4" w:rsidP="00280A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603122,</w:t>
            </w:r>
          </w:p>
          <w:p w:rsidR="005C36E4" w:rsidRPr="00280A6A" w:rsidRDefault="005C36E4" w:rsidP="00280A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Нижний Новгород, ул.Ванеева, д.203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4" w:rsidRPr="00280A6A" w:rsidRDefault="005C36E4" w:rsidP="00280A6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5C36E4" w:rsidRPr="00280A6A" w:rsidRDefault="005C36E4" w:rsidP="00280A6A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язык,</w:t>
            </w:r>
          </w:p>
          <w:p w:rsidR="005C36E4" w:rsidRPr="00280A6A" w:rsidRDefault="005C36E4" w:rsidP="00280A6A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393" w:type="dxa"/>
            <w:tcBorders>
              <w:bottom w:val="single" w:sz="4" w:space="0" w:color="auto"/>
              <w:right w:val="single" w:sz="4" w:space="0" w:color="auto"/>
            </w:tcBorders>
          </w:tcPr>
          <w:p w:rsidR="005C36E4" w:rsidRPr="00280A6A" w:rsidRDefault="005C36E4" w:rsidP="00280A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(831)417-03-51</w:t>
            </w:r>
          </w:p>
          <w:p w:rsidR="005C36E4" w:rsidRPr="00280A6A" w:rsidRDefault="005C36E4" w:rsidP="00280A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(831)468-89-98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5C36E4" w:rsidRPr="00280A6A" w:rsidRDefault="005C36E4" w:rsidP="00280A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hyperlink r:id="rId7" w:history="1">
              <w:r w:rsidRPr="00280A6A">
                <w:rPr>
                  <w:rStyle w:val="Hyperlink"/>
                  <w:sz w:val="24"/>
                  <w:szCs w:val="24"/>
                  <w:lang w:val="en-US"/>
                </w:rPr>
                <w:t>petrova@niro.nnov.ru</w:t>
              </w:r>
            </w:hyperlink>
          </w:p>
        </w:tc>
      </w:tr>
    </w:tbl>
    <w:p w:rsidR="005C36E4" w:rsidRPr="00280A6A" w:rsidRDefault="005C36E4" w:rsidP="00280A6A">
      <w:pPr>
        <w:tabs>
          <w:tab w:val="left" w:pos="4140"/>
        </w:tabs>
        <w:spacing w:line="240" w:lineRule="auto"/>
        <w:ind w:right="12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C36E4" w:rsidRPr="00280A6A" w:rsidRDefault="005C36E4" w:rsidP="00280A6A">
      <w:pPr>
        <w:tabs>
          <w:tab w:val="left" w:pos="4140"/>
        </w:tabs>
        <w:spacing w:line="240" w:lineRule="auto"/>
        <w:ind w:right="12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0A6A">
        <w:rPr>
          <w:rFonts w:ascii="Times New Roman" w:hAnsi="Times New Roman" w:cs="Times New Roman"/>
          <w:b/>
          <w:bCs/>
          <w:sz w:val="24"/>
          <w:szCs w:val="24"/>
        </w:rPr>
        <w:t>Перечень по обязательным предметам в период основного  проведения государственной итоговой аттестации в 2014 году</w:t>
      </w:r>
    </w:p>
    <w:tbl>
      <w:tblPr>
        <w:tblW w:w="1561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548"/>
        <w:gridCol w:w="720"/>
        <w:gridCol w:w="4392"/>
        <w:gridCol w:w="850"/>
        <w:gridCol w:w="2750"/>
        <w:gridCol w:w="1158"/>
        <w:gridCol w:w="1362"/>
        <w:gridCol w:w="1276"/>
        <w:gridCol w:w="1559"/>
      </w:tblGrid>
      <w:tr w:rsidR="005C36E4" w:rsidRPr="00280A6A">
        <w:tc>
          <w:tcPr>
            <w:tcW w:w="1548" w:type="dxa"/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  район/городской округ</w:t>
            </w:r>
          </w:p>
        </w:tc>
        <w:tc>
          <w:tcPr>
            <w:tcW w:w="720" w:type="dxa"/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ППЭ</w:t>
            </w:r>
          </w:p>
        </w:tc>
        <w:tc>
          <w:tcPr>
            <w:tcW w:w="4392" w:type="dxa"/>
            <w:tcBorders>
              <w:righ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ОУ 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на базе которого создается  ППЭ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Код ППЭ</w:t>
            </w:r>
          </w:p>
        </w:tc>
        <w:tc>
          <w:tcPr>
            <w:tcW w:w="27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Адрес ППЭ</w:t>
            </w:r>
          </w:p>
        </w:tc>
        <w:tc>
          <w:tcPr>
            <w:tcW w:w="1158" w:type="dxa"/>
            <w:tcBorders>
              <w:righ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Количество аудиторий</w:t>
            </w:r>
          </w:p>
        </w:tc>
        <w:tc>
          <w:tcPr>
            <w:tcW w:w="1362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 xml:space="preserve">Предмет, по которому проводится ЕГЭ 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Телефон ППЭ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ind w:firstLine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</w:tr>
      <w:tr w:rsidR="005C36E4" w:rsidRPr="00280A6A">
        <w:trPr>
          <w:trHeight w:val="343"/>
        </w:trPr>
        <w:tc>
          <w:tcPr>
            <w:tcW w:w="1548" w:type="dxa"/>
          </w:tcPr>
          <w:p w:rsidR="005C36E4" w:rsidRPr="00280A6A" w:rsidRDefault="005C36E4" w:rsidP="007D05A6">
            <w:pPr>
              <w:spacing w:after="0" w:line="240" w:lineRule="auto"/>
              <w:ind w:right="-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1. Ардатовский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«Ардатовская средняя общеобразовательная школа №2 им. С.И.Образумова»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0011</w:t>
            </w:r>
          </w:p>
        </w:tc>
        <w:tc>
          <w:tcPr>
            <w:tcW w:w="2750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607130, Нижегородская область, р.п. Ардатов, ул. Зуева,д.57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(831-79)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5-06-82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ardatov_scool-2@mail.ru</w:t>
            </w:r>
          </w:p>
        </w:tc>
      </w:tr>
      <w:tr w:rsidR="005C36E4" w:rsidRPr="00280A6A">
        <w:trPr>
          <w:trHeight w:val="351"/>
        </w:trPr>
        <w:tc>
          <w:tcPr>
            <w:tcW w:w="1548" w:type="dxa"/>
          </w:tcPr>
          <w:p w:rsidR="005C36E4" w:rsidRPr="00280A6A" w:rsidRDefault="005C36E4" w:rsidP="007D05A6">
            <w:pPr>
              <w:spacing w:after="0" w:line="240" w:lineRule="auto"/>
              <w:ind w:right="-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2. Арзамасский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Выездновская средняя общеобразовательная школа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0021</w:t>
            </w:r>
          </w:p>
        </w:tc>
        <w:tc>
          <w:tcPr>
            <w:tcW w:w="2750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607247, Нижегородская область, Арзамасский район, р.п. Выездное, ул. Куликова, д.1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(831-47)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5-16-66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Pokatova2007@yandex.ru</w:t>
            </w:r>
          </w:p>
        </w:tc>
      </w:tr>
      <w:tr w:rsidR="005C36E4" w:rsidRPr="00280A6A">
        <w:trPr>
          <w:trHeight w:val="1358"/>
        </w:trPr>
        <w:tc>
          <w:tcPr>
            <w:tcW w:w="1548" w:type="dxa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3. Большеболдинский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образовательное учреждение Большеболдинская средняя общеобразовательная школа им. А.С.Пушкина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0031</w:t>
            </w:r>
          </w:p>
        </w:tc>
        <w:tc>
          <w:tcPr>
            <w:tcW w:w="2750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607940, Нижегородская область, с.Большое Болдино, улица Красная, дом12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(831-38)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2-31-03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Bboldino2382007@yndex.ru</w:t>
            </w:r>
          </w:p>
        </w:tc>
      </w:tr>
      <w:tr w:rsidR="005C36E4" w:rsidRPr="004218FB">
        <w:trPr>
          <w:trHeight w:val="993"/>
        </w:trPr>
        <w:tc>
          <w:tcPr>
            <w:tcW w:w="1548" w:type="dxa"/>
          </w:tcPr>
          <w:p w:rsidR="005C36E4" w:rsidRPr="00756FB6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FB6">
              <w:rPr>
                <w:rFonts w:ascii="Times New Roman" w:hAnsi="Times New Roman" w:cs="Times New Roman"/>
                <w:sz w:val="24"/>
                <w:szCs w:val="24"/>
              </w:rPr>
              <w:t>4. Большемурашкинский</w:t>
            </w:r>
          </w:p>
        </w:tc>
        <w:tc>
          <w:tcPr>
            <w:tcW w:w="720" w:type="dxa"/>
          </w:tcPr>
          <w:p w:rsidR="005C36E4" w:rsidRPr="00756FB6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756FB6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FB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Большемурашкинская средняя общеобразовательная школа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756FB6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F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0041</w:t>
            </w:r>
          </w:p>
        </w:tc>
        <w:tc>
          <w:tcPr>
            <w:tcW w:w="2750" w:type="dxa"/>
          </w:tcPr>
          <w:p w:rsidR="005C36E4" w:rsidRPr="00756FB6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FB6">
              <w:rPr>
                <w:rFonts w:ascii="Times New Roman" w:hAnsi="Times New Roman" w:cs="Times New Roman"/>
                <w:sz w:val="24"/>
                <w:szCs w:val="24"/>
              </w:rPr>
              <w:t>606360, Нижегородская область, р.п.Большое Мурашкино, ул.Школьная, д.20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756FB6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756FB6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FB6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756FB6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FB6">
              <w:rPr>
                <w:rFonts w:ascii="Times New Roman" w:hAnsi="Times New Roman" w:cs="Times New Roman"/>
                <w:sz w:val="24"/>
                <w:szCs w:val="24"/>
              </w:rPr>
              <w:t>(831-67)</w:t>
            </w:r>
          </w:p>
          <w:p w:rsidR="005C36E4" w:rsidRPr="00756FB6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FB6">
              <w:rPr>
                <w:rFonts w:ascii="Times New Roman" w:hAnsi="Times New Roman" w:cs="Times New Roman"/>
                <w:sz w:val="24"/>
                <w:szCs w:val="24"/>
              </w:rPr>
              <w:t>5-15-70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756FB6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6F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bm school@</w:t>
            </w:r>
          </w:p>
          <w:p w:rsidR="005C36E4" w:rsidRPr="00756FB6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6F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mts-nn/ru</w:t>
            </w:r>
          </w:p>
        </w:tc>
      </w:tr>
      <w:tr w:rsidR="005C36E4" w:rsidRPr="00756FB6">
        <w:tc>
          <w:tcPr>
            <w:tcW w:w="1548" w:type="dxa"/>
          </w:tcPr>
          <w:p w:rsidR="005C36E4" w:rsidRPr="00756FB6" w:rsidRDefault="005C36E4" w:rsidP="007D05A6">
            <w:pPr>
              <w:spacing w:after="0" w:line="240" w:lineRule="auto"/>
              <w:ind w:right="-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FB6">
              <w:rPr>
                <w:rFonts w:ascii="Times New Roman" w:hAnsi="Times New Roman" w:cs="Times New Roman"/>
                <w:sz w:val="24"/>
                <w:szCs w:val="24"/>
              </w:rPr>
              <w:t>5. Бутурлинский</w:t>
            </w:r>
          </w:p>
        </w:tc>
        <w:tc>
          <w:tcPr>
            <w:tcW w:w="720" w:type="dxa"/>
          </w:tcPr>
          <w:p w:rsidR="005C36E4" w:rsidRPr="00756FB6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756FB6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FB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 образовательное учреждение Бутурлинская СОШ имени В.И.Казакова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756FB6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F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0051</w:t>
            </w:r>
          </w:p>
        </w:tc>
        <w:tc>
          <w:tcPr>
            <w:tcW w:w="2750" w:type="dxa"/>
          </w:tcPr>
          <w:p w:rsidR="005C36E4" w:rsidRPr="00756FB6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FB6">
              <w:rPr>
                <w:rFonts w:ascii="Times New Roman" w:hAnsi="Times New Roman" w:cs="Times New Roman"/>
                <w:sz w:val="24"/>
                <w:szCs w:val="24"/>
              </w:rPr>
              <w:t>607440, Нижегородская область, р.п.Бутурлино, ул. Школьная, д.2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756FB6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F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756FB6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FB6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756FB6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FB6">
              <w:rPr>
                <w:rFonts w:ascii="Times New Roman" w:hAnsi="Times New Roman" w:cs="Times New Roman"/>
                <w:sz w:val="24"/>
                <w:szCs w:val="24"/>
              </w:rPr>
              <w:t>(831-72)</w:t>
            </w:r>
          </w:p>
          <w:p w:rsidR="005C36E4" w:rsidRPr="00756FB6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FB6">
              <w:rPr>
                <w:rFonts w:ascii="Times New Roman" w:hAnsi="Times New Roman" w:cs="Times New Roman"/>
                <w:sz w:val="24"/>
                <w:szCs w:val="24"/>
              </w:rPr>
              <w:t>5-19-66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756FB6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FB6">
              <w:rPr>
                <w:rFonts w:ascii="Times New Roman" w:hAnsi="Times New Roman" w:cs="Times New Roman"/>
                <w:sz w:val="24"/>
                <w:szCs w:val="24"/>
              </w:rPr>
              <w:t>buturlinoschool@mail.ru</w:t>
            </w:r>
          </w:p>
        </w:tc>
      </w:tr>
      <w:tr w:rsidR="005C36E4" w:rsidRPr="00280A6A">
        <w:trPr>
          <w:trHeight w:val="1077"/>
        </w:trPr>
        <w:tc>
          <w:tcPr>
            <w:tcW w:w="1548" w:type="dxa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6. Вадский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«Вадская средняя общеобразовательная школа»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0061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606380, Нижегородская область, Вадский район, с.Вад, ул.Просвещения,д.33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математика, русский язык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(831-40)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4-14-47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wadscol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5C36E4" w:rsidRPr="00280A6A">
        <w:trPr>
          <w:trHeight w:val="1186"/>
        </w:trPr>
        <w:tc>
          <w:tcPr>
            <w:tcW w:w="1548" w:type="dxa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7. Варнавинский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Варнавинская средняя общеобразовательная школа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0071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606760, Нижегородская область, р.п. Варнавино, ул. Нижегородская, д.39</w:t>
            </w:r>
          </w:p>
        </w:tc>
        <w:tc>
          <w:tcPr>
            <w:tcW w:w="1158" w:type="dxa"/>
            <w:tcBorders>
              <w:righ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(831-58)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3-59-67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280A6A">
                <w:rPr>
                  <w:rStyle w:val="Hyperlink"/>
                  <w:sz w:val="24"/>
                  <w:szCs w:val="24"/>
                  <w:lang w:val="en-US"/>
                </w:rPr>
                <w:t>varnavinschool</w:t>
              </w:r>
              <w:r w:rsidRPr="00280A6A">
                <w:rPr>
                  <w:rStyle w:val="Hyperlink"/>
                  <w:sz w:val="24"/>
                  <w:szCs w:val="24"/>
                </w:rPr>
                <w:t>@</w:t>
              </w:r>
              <w:r w:rsidRPr="00280A6A">
                <w:rPr>
                  <w:rStyle w:val="Hyperlink"/>
                  <w:sz w:val="24"/>
                  <w:szCs w:val="24"/>
                  <w:lang w:val="en-US"/>
                </w:rPr>
                <w:t>rambler</w:t>
              </w:r>
              <w:r w:rsidRPr="00280A6A">
                <w:rPr>
                  <w:rStyle w:val="Hyperlink"/>
                  <w:sz w:val="24"/>
                  <w:szCs w:val="24"/>
                </w:rPr>
                <w:t>.</w:t>
              </w:r>
              <w:r w:rsidRPr="00280A6A">
                <w:rPr>
                  <w:rStyle w:val="Hyperlink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5C36E4" w:rsidRPr="00280A6A">
        <w:tc>
          <w:tcPr>
            <w:tcW w:w="1548" w:type="dxa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8. Вачский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Вачская средняя общеобразовательная школа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0081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606150, Нижегородская область, Вачский район, р.п. Вача, пер.Советский, д.3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(831-73)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6-13-04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vachaschool@yandex.ru</w:t>
            </w:r>
          </w:p>
        </w:tc>
      </w:tr>
      <w:tr w:rsidR="005C36E4" w:rsidRPr="00280A6A">
        <w:tc>
          <w:tcPr>
            <w:tcW w:w="1548" w:type="dxa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9. Ветлужский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образовательное учреждение Ветлужская средняя общеобразовательная школа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0091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606860, Нижегородская область, г.Ветлуга, ул.Ленина, 23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(831-50)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2-25-51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vetsosh@rambler.ru</w:t>
            </w:r>
          </w:p>
        </w:tc>
      </w:tr>
      <w:tr w:rsidR="005C36E4" w:rsidRPr="00280A6A">
        <w:trPr>
          <w:trHeight w:val="171"/>
        </w:trPr>
        <w:tc>
          <w:tcPr>
            <w:tcW w:w="1548" w:type="dxa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10.Вознесенский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«Вознесенская средняя общеобразовательная школа № 2»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607340, Нижегородская область, Вознесенский район, р.п. Вознесенское, ул. Школьная, д. 7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математика, русский язык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(831-78)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6-17-08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voznschool22@yandex.ru</w:t>
            </w:r>
          </w:p>
        </w:tc>
      </w:tr>
      <w:tr w:rsidR="005C36E4" w:rsidRPr="00280A6A">
        <w:trPr>
          <w:trHeight w:val="818"/>
        </w:trPr>
        <w:tc>
          <w:tcPr>
            <w:tcW w:w="1548" w:type="dxa"/>
          </w:tcPr>
          <w:p w:rsidR="005C36E4" w:rsidRPr="00280A6A" w:rsidRDefault="005C36E4" w:rsidP="007D05A6">
            <w:pPr>
              <w:spacing w:after="0" w:line="240" w:lineRule="auto"/>
              <w:ind w:right="-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11. Володарский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начальная общеобразовательная школа № 52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0111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606058, Нижегородская область, Володарский район, р.п. Ильиногорск, ул. Угарова, дом 8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(831 -36)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6-15-13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tabs>
                <w:tab w:val="left" w:pos="27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280A6A">
                <w:rPr>
                  <w:rStyle w:val="Hyperlink"/>
                  <w:sz w:val="24"/>
                  <w:szCs w:val="24"/>
                </w:rPr>
                <w:t>moynosh52@mail.ru</w:t>
              </w:r>
            </w:hyperlink>
          </w:p>
        </w:tc>
      </w:tr>
      <w:tr w:rsidR="005C36E4" w:rsidRPr="00280A6A">
        <w:trPr>
          <w:trHeight w:val="1143"/>
        </w:trPr>
        <w:tc>
          <w:tcPr>
            <w:tcW w:w="1548" w:type="dxa"/>
          </w:tcPr>
          <w:p w:rsidR="005C36E4" w:rsidRPr="00280A6A" w:rsidRDefault="005C36E4" w:rsidP="007D05A6">
            <w:pPr>
              <w:spacing w:after="0" w:line="240" w:lineRule="auto"/>
              <w:ind w:right="-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12. Воротынский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Воротынская средняя общеобразовательная школа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0121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606260, Нижегородская область, Воротынский район, р.п.Воротынец, улица Космонавтов, д.8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(831-64)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2-15-07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" w:history="1">
              <w:r w:rsidRPr="00280A6A">
                <w:rPr>
                  <w:rStyle w:val="Hyperlink"/>
                  <w:sz w:val="24"/>
                  <w:szCs w:val="24"/>
                </w:rPr>
                <w:t>vorot-school@mail.ru</w:t>
              </w:r>
            </w:hyperlink>
          </w:p>
        </w:tc>
      </w:tr>
      <w:tr w:rsidR="005C36E4" w:rsidRPr="00280A6A">
        <w:trPr>
          <w:trHeight w:val="170"/>
        </w:trPr>
        <w:tc>
          <w:tcPr>
            <w:tcW w:w="1548" w:type="dxa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13. Воскресенский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казённое образовательное учреждение Воскресенская средняя общеобразовательная школа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0131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606730, Нижегородская область, р/п Воскресенское, улица Панфилова, дом 6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(831-63)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9-16-54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vsk_skola@land.ru</w:t>
            </w:r>
          </w:p>
        </w:tc>
      </w:tr>
      <w:tr w:rsidR="005C36E4" w:rsidRPr="00280A6A">
        <w:tc>
          <w:tcPr>
            <w:tcW w:w="1548" w:type="dxa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14. Гагинский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 Гагинская средняя общеобразовательная школа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0141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607870, Нижегородская область,  с. Гагино, ул. Школьная, д.1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831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-95)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2-15-32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gaginschool@yandex.ru</w:t>
            </w:r>
          </w:p>
        </w:tc>
      </w:tr>
      <w:tr w:rsidR="005C36E4" w:rsidRPr="00280A6A">
        <w:trPr>
          <w:trHeight w:val="454"/>
        </w:trPr>
        <w:tc>
          <w:tcPr>
            <w:tcW w:w="1548" w:type="dxa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Дальнек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онстантиновский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«Дальнеконстантиновская средняя общеобразовательная школа»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0151</w:t>
            </w:r>
          </w:p>
        </w:tc>
        <w:tc>
          <w:tcPr>
            <w:tcW w:w="2750" w:type="dxa"/>
          </w:tcPr>
          <w:p w:rsidR="005C36E4" w:rsidRPr="00280A6A" w:rsidRDefault="005C36E4" w:rsidP="007D05A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606310, Нижегородская область, Дальнеконстантиновский район, р.п. Дальнее Константиново, ул.Советская, д.57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</w:t>
            </w:r>
          </w:p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(831-68)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5-13-05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" w:history="1">
              <w:r w:rsidRPr="00280A6A">
                <w:rPr>
                  <w:rStyle w:val="Hyperlink"/>
                  <w:sz w:val="24"/>
                  <w:szCs w:val="24"/>
                </w:rPr>
                <w:t>dks061@mail.ru</w:t>
              </w:r>
            </w:hyperlink>
          </w:p>
        </w:tc>
      </w:tr>
      <w:tr w:rsidR="005C36E4" w:rsidRPr="00280A6A">
        <w:trPr>
          <w:trHeight w:val="454"/>
        </w:trPr>
        <w:tc>
          <w:tcPr>
            <w:tcW w:w="1548" w:type="dxa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16. Дивеевский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Дивеевская средняя общеобразовательная школа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0161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607320, Нижегородская облсть, Дивеевский район, с.Дивеево, ул.Матросова, д.4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(831-34)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4-33-26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diveevo-school@yandex.ru</w:t>
            </w:r>
          </w:p>
        </w:tc>
      </w:tr>
      <w:tr w:rsidR="005C36E4" w:rsidRPr="00280A6A">
        <w:tc>
          <w:tcPr>
            <w:tcW w:w="1548" w:type="dxa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17. Княгининский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Княгининская средняя общеобразовательная школа №2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0171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606340, 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область, г. Княгинино,  ул. Октябрьская, д. 20-А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4218FB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(831-66)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4-09-45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nvk2203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@mail.ru</w:t>
            </w:r>
          </w:p>
        </w:tc>
      </w:tr>
      <w:tr w:rsidR="005C36E4" w:rsidRPr="00280A6A">
        <w:trPr>
          <w:trHeight w:val="723"/>
        </w:trPr>
        <w:tc>
          <w:tcPr>
            <w:tcW w:w="1548" w:type="dxa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18. Ковернинский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Ковернинского муниципального района Нижегородской области «Ковернинская средняя общеобразовательная школа №2»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0181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606570, Нижегородская область, р.п.Ковернино, ул. Юбилейная, д. 35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(831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kovschool2@mail.ru</w:t>
            </w:r>
          </w:p>
        </w:tc>
      </w:tr>
      <w:tr w:rsidR="005C36E4" w:rsidRPr="00280A6A">
        <w:tc>
          <w:tcPr>
            <w:tcW w:w="1548" w:type="dxa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19. 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асноб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аковский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образовательное учреждение средняя общеобразовательная школа № 2 р.п.Красные Баки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0191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606710, Нижегородская обл., р.п. Красные Баки, ул. Синявина, д. 60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(831-56)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2-22-69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krbs2@yandex.ru</w:t>
            </w:r>
          </w:p>
        </w:tc>
      </w:tr>
      <w:tr w:rsidR="005C36E4" w:rsidRPr="00280A6A">
        <w:tc>
          <w:tcPr>
            <w:tcW w:w="1548" w:type="dxa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20. Краснооктябрьский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Уразовская средняя общеобразовательная школа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0201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607530, Нижегородская область, Краснооктябрьский район,  с.Уразовка, переулок Школьный, дом 7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(831-94)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2-12-58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urazoka@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rambler.ru</w:t>
            </w:r>
          </w:p>
        </w:tc>
      </w:tr>
      <w:tr w:rsidR="005C36E4" w:rsidRPr="00280A6A">
        <w:trPr>
          <w:trHeight w:val="565"/>
        </w:trPr>
        <w:tc>
          <w:tcPr>
            <w:tcW w:w="1548" w:type="dxa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21. Лукояновский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Лукояновская средняя общеобразовательная школа №1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0211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607800, Нижегородская обл., г.Лукоянов, ул. Кирова, д.34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(831-96)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4-10-11,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4-10-12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luk-1school@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</w:tc>
      </w:tr>
      <w:tr w:rsidR="005C36E4" w:rsidRPr="00280A6A">
        <w:trPr>
          <w:trHeight w:val="470"/>
        </w:trPr>
        <w:tc>
          <w:tcPr>
            <w:tcW w:w="1548" w:type="dxa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22. Лысковский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№2 г. Лысково Нижегородской области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0221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606210, Нижегородская область, г.Лысково, ул.Нестерова, д 2а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(831-49)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5-57-56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school2-info@mail.ru</w:t>
            </w:r>
          </w:p>
        </w:tc>
      </w:tr>
      <w:tr w:rsidR="005C36E4" w:rsidRPr="00280A6A">
        <w:trPr>
          <w:trHeight w:val="299"/>
        </w:trPr>
        <w:tc>
          <w:tcPr>
            <w:tcW w:w="1548" w:type="dxa"/>
            <w:vMerge w:val="restart"/>
          </w:tcPr>
          <w:p w:rsidR="005C36E4" w:rsidRPr="00280A6A" w:rsidRDefault="005C36E4" w:rsidP="007D05A6">
            <w:pPr>
              <w:spacing w:after="0" w:line="240" w:lineRule="auto"/>
              <w:ind w:right="-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23. Навашинский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pStyle w:val="BodyTextIndent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4  г. Навашино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pStyle w:val="BodyTextIndent"/>
              <w:ind w:left="0"/>
              <w:rPr>
                <w:b/>
                <w:bCs/>
              </w:rPr>
            </w:pPr>
            <w:r w:rsidRPr="00280A6A">
              <w:rPr>
                <w:b/>
                <w:bCs/>
              </w:rPr>
              <w:t>0231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607102, Нижегородская область, г.Навашино, улица 50 лет Октября, дом 20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(831-75)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5-24-13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admschool4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@yandex.ru</w:t>
            </w:r>
          </w:p>
        </w:tc>
      </w:tr>
      <w:tr w:rsidR="005C36E4" w:rsidRPr="00280A6A">
        <w:trPr>
          <w:trHeight w:val="299"/>
        </w:trPr>
        <w:tc>
          <w:tcPr>
            <w:tcW w:w="1548" w:type="dxa"/>
            <w:vMerge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5C36E4" w:rsidRPr="00280A6A" w:rsidRDefault="005C36E4" w:rsidP="00664F63">
            <w:pPr>
              <w:pStyle w:val="BodyTextIndent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Тешинская средняя общеобразовательная школа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pStyle w:val="BodyTextIndent"/>
              <w:ind w:left="0"/>
              <w:rPr>
                <w:b/>
                <w:bCs/>
              </w:rPr>
            </w:pPr>
            <w:r w:rsidRPr="00280A6A">
              <w:rPr>
                <w:b/>
                <w:bCs/>
              </w:rPr>
              <w:t>0233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607125,Нижегородская область, Навашинский район, р.п. Теша, ул. Кооперативная, д.28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(831-75)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3-25-10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tesha-shkola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@mail.ru</w:t>
            </w:r>
          </w:p>
        </w:tc>
      </w:tr>
      <w:tr w:rsidR="005C36E4" w:rsidRPr="00280A6A">
        <w:trPr>
          <w:trHeight w:val="641"/>
        </w:trPr>
        <w:tc>
          <w:tcPr>
            <w:tcW w:w="1548" w:type="dxa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 xml:space="preserve">24.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г. Первомайск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образовательное учреждение Первомайская средняя общеобразовательная школа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0241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607760, Нижегородская обл., г. Первомайск, ул. Мочалина, д.11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(831-39)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2-32-62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280A6A">
                <w:rPr>
                  <w:rStyle w:val="Hyperlink"/>
                  <w:sz w:val="24"/>
                  <w:szCs w:val="24"/>
                  <w:lang w:val="en-US"/>
                </w:rPr>
                <w:t>Pervlizei</w:t>
              </w:r>
              <w:r w:rsidRPr="00280A6A">
                <w:rPr>
                  <w:rStyle w:val="Hyperlink"/>
                  <w:sz w:val="24"/>
                  <w:szCs w:val="24"/>
                </w:rPr>
                <w:t>@</w:t>
              </w:r>
              <w:r w:rsidRPr="00280A6A">
                <w:rPr>
                  <w:rStyle w:val="Hyperlink"/>
                  <w:sz w:val="24"/>
                  <w:szCs w:val="24"/>
                  <w:lang w:val="en-US"/>
                </w:rPr>
                <w:t>mail.ru</w:t>
              </w:r>
            </w:hyperlink>
          </w:p>
        </w:tc>
      </w:tr>
      <w:tr w:rsidR="005C36E4" w:rsidRPr="00280A6A">
        <w:trPr>
          <w:trHeight w:val="280"/>
        </w:trPr>
        <w:tc>
          <w:tcPr>
            <w:tcW w:w="1548" w:type="dxa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25. Перевозский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Перевозского муниципального района Нижегородской области Перевозская средняя общеобразовательная школа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0251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607400, Нижегородская область, г. Перевоз, ул. Молодежная, дом 11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(831-48)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5-10-03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5C36E4" w:rsidRPr="00280A6A">
        <w:trPr>
          <w:trHeight w:val="351"/>
        </w:trPr>
        <w:tc>
          <w:tcPr>
            <w:tcW w:w="1548" w:type="dxa"/>
          </w:tcPr>
          <w:p w:rsidR="005C36E4" w:rsidRPr="00280A6A" w:rsidRDefault="005C36E4" w:rsidP="007D05A6">
            <w:pPr>
              <w:spacing w:after="0" w:line="240" w:lineRule="auto"/>
              <w:ind w:right="-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26. Пильнинский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образовательное учреждение Пильнинская средняя общеобразовательная школа № 2 им. А.С. Пушкина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0262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91, Нижегородская область, Пиль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нинский р-он, р.п. Пильна, ул. Блохина, д. 13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(831-92)</w:t>
            </w:r>
          </w:p>
          <w:p w:rsidR="005C36E4" w:rsidRPr="00280A6A" w:rsidRDefault="005C36E4" w:rsidP="00664F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5-19-88,</w:t>
            </w:r>
          </w:p>
          <w:p w:rsidR="005C36E4" w:rsidRPr="00280A6A" w:rsidRDefault="005C36E4" w:rsidP="00664F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5-25-95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pilninskaya-s@yandex.ru</w:t>
            </w:r>
          </w:p>
        </w:tc>
      </w:tr>
      <w:tr w:rsidR="005C36E4" w:rsidRPr="00280A6A">
        <w:trPr>
          <w:trHeight w:val="1330"/>
        </w:trPr>
        <w:tc>
          <w:tcPr>
            <w:tcW w:w="1548" w:type="dxa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27. Починковский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Починковская средняя общеобразовательная школа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0271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607910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область,.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пл.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 xml:space="preserve"> Ленина, Починковский район, село Починки,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 11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(831-97)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5-00-38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280A6A">
                <w:rPr>
                  <w:rStyle w:val="Hyperlink"/>
                  <w:sz w:val="24"/>
                  <w:szCs w:val="24"/>
                </w:rPr>
                <w:t>MOUPSOH@yandex.ru</w:t>
              </w:r>
            </w:hyperlink>
          </w:p>
        </w:tc>
      </w:tr>
      <w:tr w:rsidR="005C36E4" w:rsidRPr="00280A6A">
        <w:trPr>
          <w:trHeight w:val="505"/>
        </w:trPr>
        <w:tc>
          <w:tcPr>
            <w:tcW w:w="1548" w:type="dxa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 xml:space="preserve">28.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г. Семенов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0281</w:t>
            </w:r>
          </w:p>
        </w:tc>
        <w:tc>
          <w:tcPr>
            <w:tcW w:w="2750" w:type="dxa"/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606650, 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 г.Семенов, ул.Республика Советов, д.1А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(831-62) 5-15-08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semmousosch1@yandex.ru</w:t>
            </w:r>
          </w:p>
        </w:tc>
      </w:tr>
      <w:tr w:rsidR="005C36E4" w:rsidRPr="00280A6A">
        <w:tc>
          <w:tcPr>
            <w:tcW w:w="1548" w:type="dxa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29. Сергачский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Сергачская средняя общеобразовательная школа №3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0291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607511, Нижегородская область, г.Сергач, пос.Юбилейный, д.20а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(831-91)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5-63-85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school3sergach@yandex.ru</w:t>
            </w:r>
          </w:p>
        </w:tc>
      </w:tr>
      <w:tr w:rsidR="005C36E4" w:rsidRPr="00280A6A">
        <w:trPr>
          <w:trHeight w:val="205"/>
        </w:trPr>
        <w:tc>
          <w:tcPr>
            <w:tcW w:w="1548" w:type="dxa"/>
          </w:tcPr>
          <w:p w:rsidR="005C36E4" w:rsidRPr="00280A6A" w:rsidRDefault="005C36E4" w:rsidP="007D05A6">
            <w:pPr>
              <w:spacing w:after="0" w:line="240" w:lineRule="auto"/>
              <w:ind w:right="-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30. Сеченовский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Сеченовская средняя общеобразовательная школа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0301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607580, Нижегородская область, Сеченовский район, с. Сеченово, пер. Школьный, дом 7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математика, русский язык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(831-93)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5-26-74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4" w:history="1">
              <w:r w:rsidRPr="00280A6A">
                <w:rPr>
                  <w:rStyle w:val="Hyperlink"/>
                  <w:sz w:val="24"/>
                  <w:szCs w:val="24"/>
                  <w:lang w:val="en-US"/>
                </w:rPr>
                <w:t>ssosh7@mail.ru</w:t>
              </w:r>
            </w:hyperlink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C36E4" w:rsidRPr="00280A6A">
        <w:trPr>
          <w:trHeight w:val="418"/>
        </w:trPr>
        <w:tc>
          <w:tcPr>
            <w:tcW w:w="1548" w:type="dxa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31. Сокольский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Сокольская средняя общеобразовательная школа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0311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pStyle w:val="Head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606670 Нижегородская область, Сокольский район, п. Сокольское, ул. Кирова, д. 28-а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pStyle w:val="Head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pStyle w:val="Header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языка,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pStyle w:val="Head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(831-37) 2-10-75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pStyle w:val="Header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roo_sokol@sinn.ru</w:t>
            </w:r>
          </w:p>
        </w:tc>
      </w:tr>
      <w:tr w:rsidR="005C36E4" w:rsidRPr="00280A6A">
        <w:trPr>
          <w:trHeight w:val="531"/>
        </w:trPr>
        <w:tc>
          <w:tcPr>
            <w:tcW w:w="1548" w:type="dxa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32. Сосновский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 Сосновская средняя общеобразовательная школа №1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0321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606170, Нижегородская область, Сосновский район, п. Сосновское,  пер. Школьный,  д.8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                     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(831-74)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2-61-90,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2-69-30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Pr="00280A6A">
                <w:rPr>
                  <w:rStyle w:val="Hyperlink"/>
                  <w:sz w:val="24"/>
                  <w:szCs w:val="24"/>
                  <w:lang w:val="en-US"/>
                </w:rPr>
                <w:t>sosnovruo@inbox.ru</w:t>
              </w:r>
            </w:hyperlink>
          </w:p>
        </w:tc>
      </w:tr>
      <w:tr w:rsidR="005C36E4" w:rsidRPr="00280A6A">
        <w:trPr>
          <w:trHeight w:val="713"/>
        </w:trPr>
        <w:tc>
          <w:tcPr>
            <w:tcW w:w="1548" w:type="dxa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33. Спасский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Спасская средняя общеобразовательная школа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0331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606280, Нижегородская область, Спасский район, с.Спасское, пл.Революции,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д.62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(831-65)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2-52-59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mouspas@gmail.com</w:t>
            </w:r>
          </w:p>
        </w:tc>
      </w:tr>
      <w:tr w:rsidR="005C36E4" w:rsidRPr="00280A6A">
        <w:trPr>
          <w:trHeight w:val="352"/>
        </w:trPr>
        <w:tc>
          <w:tcPr>
            <w:tcW w:w="1548" w:type="dxa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34. Тонкинский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Тонкинская средняя общеобразовательная школа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0341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606970, Нижегородская область, Тонкинский район, р.п.Тонкино, ул.Гагарина, д.9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(831-53)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47-2-64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kim.12@mail.ru</w:t>
            </w:r>
          </w:p>
        </w:tc>
      </w:tr>
      <w:tr w:rsidR="005C36E4" w:rsidRPr="00280A6A">
        <w:trPr>
          <w:trHeight w:val="834"/>
        </w:trPr>
        <w:tc>
          <w:tcPr>
            <w:tcW w:w="1548" w:type="dxa"/>
            <w:vMerge w:val="restart"/>
          </w:tcPr>
          <w:p w:rsidR="005C36E4" w:rsidRPr="00280A6A" w:rsidRDefault="005C36E4" w:rsidP="007D05A6">
            <w:pPr>
              <w:spacing w:after="0" w:line="240" w:lineRule="auto"/>
              <w:ind w:right="-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35. Тоншаевский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образовательное учреждение Тоншаевская средняя общеобразовательная школа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0351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606950, Нижегородская область,  р.п. Тоншаево, ул. Октябрьская,  . 54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2" w:type="dxa"/>
            <w:tcBorders>
              <w:left w:val="single" w:sz="4" w:space="0" w:color="auto"/>
            </w:tcBorders>
            <w:vAlign w:val="bottom"/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(831-51)     2-16-41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tonshidk@       mts-nn.ru</w:t>
            </w:r>
          </w:p>
        </w:tc>
      </w:tr>
      <w:tr w:rsidR="005C36E4" w:rsidRPr="00280A6A">
        <w:trPr>
          <w:trHeight w:val="998"/>
        </w:trPr>
        <w:tc>
          <w:tcPr>
            <w:tcW w:w="1548" w:type="dxa"/>
            <w:vMerge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образовательное учреждение Тоншаевская вечерняя (сменная) общеобразовательная школа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0123</w:t>
            </w:r>
          </w:p>
        </w:tc>
        <w:tc>
          <w:tcPr>
            <w:tcW w:w="2750" w:type="dxa"/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606950, Нижегородская область, п. Шерстки, ул. Полевая, д.1А</w:t>
            </w:r>
          </w:p>
        </w:tc>
        <w:tc>
          <w:tcPr>
            <w:tcW w:w="1158" w:type="dxa"/>
            <w:tcBorders>
              <w:righ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(831-51)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9-64-04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sherstkiykp@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rambler.ru</w:t>
            </w:r>
          </w:p>
        </w:tc>
      </w:tr>
      <w:tr w:rsidR="005C36E4" w:rsidRPr="00280A6A">
        <w:tc>
          <w:tcPr>
            <w:tcW w:w="1548" w:type="dxa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36. Уренский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pStyle w:val="BodyTextIndent3"/>
              <w:numPr>
                <w:ilvl w:val="0"/>
                <w:numId w:val="7"/>
              </w:numPr>
              <w:spacing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 Уренская средняя общеобразовательная школа №1 Уренского муниципального района Нижегородской области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pStyle w:val="BodyTextIndent3"/>
              <w:spacing w:after="0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80A6A">
              <w:rPr>
                <w:b/>
                <w:bCs/>
                <w:sz w:val="24"/>
                <w:szCs w:val="24"/>
              </w:rPr>
              <w:t>0361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606800, Нижегородская обл, г.Урень, пл. Революции, д.3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(831-54)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2-11-41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6" w:history="1">
              <w:r w:rsidRPr="00280A6A">
                <w:rPr>
                  <w:rStyle w:val="Hyperlink"/>
                  <w:sz w:val="24"/>
                  <w:szCs w:val="24"/>
                </w:rPr>
                <w:t>urenschool@yandex.ru</w:t>
              </w:r>
            </w:hyperlink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6E4" w:rsidRPr="00280A6A">
        <w:tc>
          <w:tcPr>
            <w:tcW w:w="1548" w:type="dxa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37. Чкаловский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Чкаловская средняя общеобразовательная школа №5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0371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606540, Нижегородская область, г.Чкаловск, ул.Пушкина, д.39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математика, русский язык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(831-60)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4-21-10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chkschool5@yandex.ru</w:t>
            </w:r>
          </w:p>
        </w:tc>
      </w:tr>
      <w:tr w:rsidR="005C36E4" w:rsidRPr="00280A6A">
        <w:tc>
          <w:tcPr>
            <w:tcW w:w="1548" w:type="dxa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38. Шарангский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Шарангская средняя общеобразовательная школа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0381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606840, Нижегородская область, р.п.Шаранга, ул. Ленина д.34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математика, русский язык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(831-55)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2-14-96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sharschool@mail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.ru</w:t>
            </w:r>
          </w:p>
        </w:tc>
      </w:tr>
      <w:tr w:rsidR="005C36E4" w:rsidRPr="00280A6A">
        <w:trPr>
          <w:trHeight w:val="386"/>
        </w:trPr>
        <w:tc>
          <w:tcPr>
            <w:tcW w:w="1548" w:type="dxa"/>
            <w:tcBorders>
              <w:top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39. Шатковский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auto"/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образовательное учреждение Шатковская средняя общеобразовательная школа №1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0391</w:t>
            </w:r>
          </w:p>
        </w:tc>
        <w:tc>
          <w:tcPr>
            <w:tcW w:w="2750" w:type="dxa"/>
            <w:tcBorders>
              <w:top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607700, Нижегородская область, р.п. Шатки ул. Учительская д.1</w:t>
            </w:r>
          </w:p>
        </w:tc>
        <w:tc>
          <w:tcPr>
            <w:tcW w:w="1158" w:type="dxa"/>
            <w:tcBorders>
              <w:top w:val="single" w:sz="4" w:space="0" w:color="auto"/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(831-90)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4-16-67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Pr="00280A6A">
                <w:rPr>
                  <w:rStyle w:val="Hyperlink"/>
                  <w:sz w:val="24"/>
                  <w:szCs w:val="24"/>
                  <w:lang w:val="en-US"/>
                </w:rPr>
                <w:t>kustova</w:t>
              </w:r>
              <w:r w:rsidRPr="00280A6A">
                <w:rPr>
                  <w:rStyle w:val="Hyperlink"/>
                  <w:sz w:val="24"/>
                  <w:szCs w:val="24"/>
                </w:rPr>
                <w:t>-72@</w:t>
              </w:r>
              <w:r w:rsidRPr="00280A6A">
                <w:rPr>
                  <w:rStyle w:val="Hyperlink"/>
                  <w:sz w:val="24"/>
                  <w:szCs w:val="24"/>
                  <w:lang w:val="en-US"/>
                </w:rPr>
                <w:t>mail</w:t>
              </w:r>
              <w:r w:rsidRPr="00280A6A">
                <w:rPr>
                  <w:rStyle w:val="Hyperlink"/>
                  <w:sz w:val="24"/>
                  <w:szCs w:val="24"/>
                </w:rPr>
                <w:t>.</w:t>
              </w:r>
              <w:r w:rsidRPr="00280A6A">
                <w:rPr>
                  <w:rStyle w:val="Hyperlink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5C36E4" w:rsidRPr="00280A6A">
        <w:trPr>
          <w:trHeight w:val="717"/>
        </w:trPr>
        <w:tc>
          <w:tcPr>
            <w:tcW w:w="1548" w:type="dxa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 xml:space="preserve">40.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г. Шахунья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образовательное учреждение  «Шахунская гимназия имени А. С. Пушкина»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0401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606910, Нижегородская область, город Шахунья,  улица Комсомольская, дом 5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left w:val="single" w:sz="4" w:space="0" w:color="auto"/>
              <w:bottom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(831-52)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2-15-30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gimnazia-3@mail.ru</w:t>
            </w:r>
          </w:p>
        </w:tc>
      </w:tr>
      <w:tr w:rsidR="005C36E4" w:rsidRPr="00280A6A">
        <w:trPr>
          <w:trHeight w:val="227"/>
        </w:trPr>
        <w:tc>
          <w:tcPr>
            <w:tcW w:w="1548" w:type="dxa"/>
            <w:vMerge w:val="restart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.г. Арзамас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«Средняя общеобразовательная школа № 10»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0412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607228, Нижегородская область, город Арзамас, проспект Ленина, дом 206-А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(831-47)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2-25-45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arzschool10@rambler.ru</w:t>
            </w:r>
          </w:p>
        </w:tc>
      </w:tr>
      <w:tr w:rsidR="005C36E4" w:rsidRPr="00280A6A">
        <w:trPr>
          <w:trHeight w:val="227"/>
        </w:trPr>
        <w:tc>
          <w:tcPr>
            <w:tcW w:w="1548" w:type="dxa"/>
            <w:vMerge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«Средняя общеобразовательная школа № 12»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0413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607220, Нижегородская обл., г.Арзамас, ул.Горького, д.56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(831-47)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9-01-98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sh12arzamas@yandex.ru</w:t>
            </w:r>
          </w:p>
        </w:tc>
      </w:tr>
      <w:tr w:rsidR="005C36E4" w:rsidRPr="00280A6A">
        <w:trPr>
          <w:trHeight w:val="585"/>
        </w:trPr>
        <w:tc>
          <w:tcPr>
            <w:tcW w:w="1548" w:type="dxa"/>
            <w:vMerge w:val="restart"/>
          </w:tcPr>
          <w:p w:rsidR="005C36E4" w:rsidRPr="00280A6A" w:rsidRDefault="005C36E4" w:rsidP="007D05A6">
            <w:pPr>
              <w:spacing w:after="0" w:line="240" w:lineRule="auto"/>
              <w:ind w:right="-18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42. Балахнинский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«Средняя общеобразовательная школа № 6 им. К. Минина»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0421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606400, Нижегородская область, г. Балахна, ул. Энгельса, д.2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(831-44)</w:t>
            </w:r>
          </w:p>
          <w:p w:rsidR="005C36E4" w:rsidRPr="00280A6A" w:rsidRDefault="005C36E4" w:rsidP="00664F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6-00-96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hool6@mts-nn.ru</w:t>
            </w:r>
          </w:p>
        </w:tc>
      </w:tr>
      <w:tr w:rsidR="005C36E4" w:rsidRPr="00280A6A">
        <w:trPr>
          <w:trHeight w:val="639"/>
        </w:trPr>
        <w:tc>
          <w:tcPr>
            <w:tcW w:w="1548" w:type="dxa"/>
            <w:vMerge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«Средняя общеобразовательная школа № 14 с углубленным изучением отдельных предметов»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0422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606408, Нижегородская обл., г. Балахна, ул. 40 лет Пионерской организации, д.16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(831-44)</w:t>
            </w:r>
          </w:p>
          <w:p w:rsidR="005C36E4" w:rsidRPr="00280A6A" w:rsidRDefault="005C36E4" w:rsidP="00664F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4-03-15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sch14bal@gmail.com</w:t>
            </w:r>
          </w:p>
        </w:tc>
      </w:tr>
      <w:tr w:rsidR="005C36E4" w:rsidRPr="00280A6A">
        <w:trPr>
          <w:trHeight w:val="559"/>
        </w:trPr>
        <w:tc>
          <w:tcPr>
            <w:tcW w:w="1548" w:type="dxa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 xml:space="preserve">43. Богородский 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6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0431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607603 Нижегородская область, г.Богородск, ул.Чернышевского, д.51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(831-70)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2-65-45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Pr="00280A6A">
                <w:rPr>
                  <w:rStyle w:val="Hyperlink"/>
                  <w:sz w:val="24"/>
                  <w:szCs w:val="24"/>
                  <w:lang w:val="en-US"/>
                </w:rPr>
                <w:t>Shcola-6@mail.ru</w:t>
              </w:r>
            </w:hyperlink>
          </w:p>
        </w:tc>
      </w:tr>
      <w:tr w:rsidR="005C36E4" w:rsidRPr="00280A6A">
        <w:trPr>
          <w:trHeight w:val="411"/>
        </w:trPr>
        <w:tc>
          <w:tcPr>
            <w:tcW w:w="1548" w:type="dxa"/>
            <w:vMerge w:val="restart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44.г. Бор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2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0443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606440, Нижегородская область, город Бор, улица Октябрьская, дом 82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(831-59)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br/>
              <w:t>2-17-56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sc2bor@yandex.ru</w:t>
            </w:r>
          </w:p>
        </w:tc>
      </w:tr>
      <w:tr w:rsidR="005C36E4" w:rsidRPr="00280A6A">
        <w:trPr>
          <w:trHeight w:val="411"/>
        </w:trPr>
        <w:tc>
          <w:tcPr>
            <w:tcW w:w="1548" w:type="dxa"/>
            <w:vMerge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6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0445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606440, Нижегородская обл., г. Бор,                    ул. Профсоюзная, д.8А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ko-KR"/>
              </w:rPr>
            </w:pPr>
            <w:r w:rsidRPr="00280A6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ko-KR"/>
              </w:rPr>
              <w:t>(831-59)</w:t>
            </w:r>
            <w:r w:rsidRPr="00280A6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ko-KR"/>
              </w:rPr>
              <w:br/>
              <w:t>2-23-09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school6-bor@mail.ru</w:t>
            </w:r>
          </w:p>
        </w:tc>
      </w:tr>
      <w:tr w:rsidR="005C36E4" w:rsidRPr="00280A6A">
        <w:trPr>
          <w:trHeight w:val="411"/>
        </w:trPr>
        <w:tc>
          <w:tcPr>
            <w:tcW w:w="1548" w:type="dxa"/>
            <w:vMerge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8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0444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606448, Нижегородская область, город Бор, 2 микрорайон, д.8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(831-59)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br/>
              <w:t>9-61-84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school8-bor@yandex.ru</w:t>
            </w:r>
          </w:p>
        </w:tc>
      </w:tr>
      <w:tr w:rsidR="005C36E4" w:rsidRPr="00280A6A">
        <w:trPr>
          <w:trHeight w:val="470"/>
        </w:trPr>
        <w:tc>
          <w:tcPr>
            <w:tcW w:w="1548" w:type="dxa"/>
            <w:vMerge w:val="restart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45. Выксунский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№3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0451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607060, Нижегородская область г. Выкса м-н Центральный зд.11а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(831-77)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3-57-24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Vykschool3@mail.ru</w:t>
            </w:r>
          </w:p>
        </w:tc>
      </w:tr>
      <w:tr w:rsidR="005C36E4" w:rsidRPr="00280A6A">
        <w:trPr>
          <w:trHeight w:val="470"/>
        </w:trPr>
        <w:tc>
          <w:tcPr>
            <w:tcW w:w="1548" w:type="dxa"/>
            <w:vMerge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№8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0452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607061, Нижегородская область, г. Выкса, ул. Красные Зори д.26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(831-77)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6-28-09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Vyks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-8</w:t>
            </w: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@mail.ru</w:t>
            </w:r>
          </w:p>
        </w:tc>
      </w:tr>
      <w:tr w:rsidR="005C36E4" w:rsidRPr="00280A6A">
        <w:trPr>
          <w:trHeight w:val="470"/>
        </w:trPr>
        <w:tc>
          <w:tcPr>
            <w:tcW w:w="1548" w:type="dxa"/>
            <w:vMerge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образовательное учреждение средняя общеобразовательная школа №12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0453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607060,Нижегородская область, г. Выкса, ул. Островского д.75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(831-77)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3-42-23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vyksask12d@yandex.ru</w:t>
            </w:r>
          </w:p>
        </w:tc>
      </w:tr>
      <w:tr w:rsidR="005C36E4" w:rsidRPr="00280A6A">
        <w:trPr>
          <w:trHeight w:val="470"/>
        </w:trPr>
        <w:tc>
          <w:tcPr>
            <w:tcW w:w="1548" w:type="dxa"/>
            <w:vMerge w:val="restart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46. Городецкий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  <w:vAlign w:val="bottom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«Средняя общеобразовательная школа № 7 имени Героя России Крупинова Анатолия Александровича»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0461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pStyle w:val="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606503,</w:t>
            </w:r>
          </w:p>
          <w:p w:rsidR="005C36E4" w:rsidRPr="00280A6A" w:rsidRDefault="005C36E4" w:rsidP="00664F63">
            <w:pPr>
              <w:pStyle w:val="a"/>
              <w:snapToGrid w:val="0"/>
              <w:jc w:val="center"/>
              <w:rPr>
                <w:sz w:val="24"/>
                <w:szCs w:val="24"/>
              </w:rPr>
            </w:pPr>
            <w:r w:rsidRPr="00280A6A">
              <w:rPr>
                <w:sz w:val="24"/>
                <w:szCs w:val="24"/>
              </w:rPr>
              <w:t>Нижегородская область,</w:t>
            </w:r>
          </w:p>
          <w:p w:rsidR="005C36E4" w:rsidRPr="00280A6A" w:rsidRDefault="005C36E4" w:rsidP="00664F63">
            <w:pPr>
              <w:pStyle w:val="a"/>
              <w:snapToGrid w:val="0"/>
              <w:jc w:val="center"/>
              <w:rPr>
                <w:sz w:val="24"/>
                <w:szCs w:val="24"/>
              </w:rPr>
            </w:pPr>
            <w:r w:rsidRPr="00280A6A">
              <w:rPr>
                <w:sz w:val="24"/>
                <w:szCs w:val="24"/>
              </w:rPr>
              <w:t>г.Городец, ул.Фурманова, д.13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(83161)</w:t>
            </w:r>
          </w:p>
          <w:p w:rsidR="005C36E4" w:rsidRPr="00280A6A" w:rsidRDefault="005C36E4" w:rsidP="00664F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90742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pStyle w:val="a"/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280A6A">
              <w:rPr>
                <w:sz w:val="24"/>
                <w:szCs w:val="24"/>
                <w:lang w:val="en-US"/>
              </w:rPr>
              <w:t>Shkola7</w:t>
            </w:r>
          </w:p>
          <w:p w:rsidR="005C36E4" w:rsidRPr="00280A6A" w:rsidRDefault="005C36E4" w:rsidP="00664F63">
            <w:pPr>
              <w:pStyle w:val="a"/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280A6A">
              <w:rPr>
                <w:sz w:val="24"/>
                <w:szCs w:val="24"/>
                <w:lang w:val="en-US"/>
              </w:rPr>
              <w:t>gorodets@rambler.ru</w:t>
            </w:r>
          </w:p>
        </w:tc>
      </w:tr>
      <w:tr w:rsidR="005C36E4" w:rsidRPr="00280A6A">
        <w:trPr>
          <w:trHeight w:val="470"/>
        </w:trPr>
        <w:tc>
          <w:tcPr>
            <w:tcW w:w="1548" w:type="dxa"/>
            <w:vMerge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«Средняя общеобразовательная школа № 19 с углубленным изучением отдельных предметов»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0462</w:t>
            </w:r>
          </w:p>
        </w:tc>
        <w:tc>
          <w:tcPr>
            <w:tcW w:w="2750" w:type="dxa"/>
          </w:tcPr>
          <w:p w:rsidR="005C36E4" w:rsidRPr="00280A6A" w:rsidRDefault="005C36E4" w:rsidP="007D05A6">
            <w:pPr>
              <w:pStyle w:val="a"/>
              <w:snapToGrid w:val="0"/>
              <w:jc w:val="center"/>
              <w:rPr>
                <w:sz w:val="24"/>
                <w:szCs w:val="24"/>
              </w:rPr>
            </w:pPr>
            <w:r w:rsidRPr="00280A6A">
              <w:rPr>
                <w:sz w:val="24"/>
                <w:szCs w:val="24"/>
              </w:rPr>
              <w:t>606525, Нижегородская область, Городецкий район,</w:t>
            </w:r>
          </w:p>
          <w:p w:rsidR="005C36E4" w:rsidRPr="00280A6A" w:rsidRDefault="005C36E4" w:rsidP="00664F63">
            <w:pPr>
              <w:pStyle w:val="a"/>
              <w:snapToGrid w:val="0"/>
              <w:jc w:val="center"/>
              <w:rPr>
                <w:sz w:val="24"/>
                <w:szCs w:val="24"/>
              </w:rPr>
            </w:pPr>
            <w:r w:rsidRPr="00280A6A">
              <w:rPr>
                <w:sz w:val="24"/>
                <w:szCs w:val="24"/>
              </w:rPr>
              <w:t>г. Заволжье , ул. Молодежная, д.1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(831-61)</w:t>
            </w:r>
          </w:p>
          <w:p w:rsidR="005C36E4" w:rsidRPr="00280A6A" w:rsidRDefault="005C36E4" w:rsidP="00664F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3-03-13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pStyle w:val="a"/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280A6A">
              <w:rPr>
                <w:sz w:val="24"/>
                <w:szCs w:val="24"/>
                <w:lang w:val="en-US"/>
              </w:rPr>
              <w:t>sc19zav@mail.ru</w:t>
            </w:r>
          </w:p>
        </w:tc>
      </w:tr>
      <w:tr w:rsidR="005C36E4" w:rsidRPr="00280A6A">
        <w:trPr>
          <w:trHeight w:val="490"/>
        </w:trPr>
        <w:tc>
          <w:tcPr>
            <w:tcW w:w="1548" w:type="dxa"/>
            <w:vMerge w:val="restart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г. Дзержинск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auto"/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образовательное учреждение «Средняя общеобразовательная школа № 9»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1470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606029, Нижегородская область, город Дзержинск, улица Терешковой, дом 34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(831-3) 34-53-29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Pr="00280A6A">
                <w:rPr>
                  <w:rStyle w:val="Hyperlink"/>
                  <w:sz w:val="24"/>
                  <w:szCs w:val="24"/>
                </w:rPr>
                <w:t>nina-neo@mail.ru</w:t>
              </w:r>
            </w:hyperlink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C36E4" w:rsidRPr="00280A6A">
        <w:trPr>
          <w:trHeight w:val="490"/>
        </w:trPr>
        <w:tc>
          <w:tcPr>
            <w:tcW w:w="1548" w:type="dxa"/>
            <w:vMerge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«Средняя общеобразовательная школа № 23»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0473</w:t>
            </w:r>
          </w:p>
        </w:tc>
        <w:tc>
          <w:tcPr>
            <w:tcW w:w="2750" w:type="dxa"/>
          </w:tcPr>
          <w:p w:rsidR="005C36E4" w:rsidRPr="00664F63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F63">
              <w:rPr>
                <w:rFonts w:ascii="Times New Roman" w:hAnsi="Times New Roman" w:cs="Times New Roman"/>
                <w:sz w:val="24"/>
                <w:szCs w:val="24"/>
              </w:rPr>
              <w:t>606029, Нижегородская область, город Дзержинск, улица Буденного, дом 19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(831-3) 34-53-29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Pr="00280A6A">
                <w:rPr>
                  <w:rStyle w:val="Hyperlink"/>
                  <w:sz w:val="24"/>
                  <w:szCs w:val="24"/>
                </w:rPr>
                <w:t>dzschool-23@mail.ru</w:t>
              </w:r>
            </w:hyperlink>
          </w:p>
        </w:tc>
      </w:tr>
      <w:tr w:rsidR="005C36E4" w:rsidRPr="00280A6A">
        <w:trPr>
          <w:trHeight w:val="490"/>
        </w:trPr>
        <w:tc>
          <w:tcPr>
            <w:tcW w:w="1548" w:type="dxa"/>
            <w:vMerge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«Средняя общеобразовательная школа № 36»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1473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606015, Нижегородская область, г. Дзержинск, ул. Самохвалова, дом 5а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(831-3)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22-98-70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Pr="00280A6A">
                <w:rPr>
                  <w:rStyle w:val="Hyperlink"/>
                  <w:sz w:val="24"/>
                  <w:szCs w:val="24"/>
                </w:rPr>
                <w:t>mou-sosh-36@mail.ru</w:t>
              </w:r>
            </w:hyperlink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6E4" w:rsidRPr="00280A6A">
        <w:trPr>
          <w:trHeight w:val="490"/>
        </w:trPr>
        <w:tc>
          <w:tcPr>
            <w:tcW w:w="1548" w:type="dxa"/>
            <w:vMerge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«Средняя общеобразовательная школа № 37»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0471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606034, 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область, г.Дзержинск, ул. Строителей, дом 11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(831-3)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32-44-28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Pr="00280A6A">
                <w:rPr>
                  <w:rStyle w:val="Hyperlink"/>
                  <w:sz w:val="24"/>
                  <w:szCs w:val="24"/>
                </w:rPr>
                <w:t>shk37@mail.ru</w:t>
              </w:r>
            </w:hyperlink>
          </w:p>
        </w:tc>
      </w:tr>
      <w:tr w:rsidR="005C36E4" w:rsidRPr="00280A6A">
        <w:trPr>
          <w:trHeight w:val="490"/>
        </w:trPr>
        <w:tc>
          <w:tcPr>
            <w:tcW w:w="1548" w:type="dxa"/>
            <w:vMerge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«Средняя общеобразовательная школа № 70»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1475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606007, 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область, город Дзержинск, улица Пирогова, дом 34б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(831-3) 21-87-58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Pr="00280A6A">
                <w:rPr>
                  <w:rStyle w:val="Hyperlink"/>
                  <w:sz w:val="24"/>
                  <w:szCs w:val="24"/>
                </w:rPr>
                <w:t>lps-2007@mail.ru</w:t>
              </w:r>
            </w:hyperlink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6E4" w:rsidRPr="00280A6A">
        <w:trPr>
          <w:trHeight w:val="375"/>
        </w:trPr>
        <w:tc>
          <w:tcPr>
            <w:tcW w:w="1548" w:type="dxa"/>
            <w:vMerge w:val="restart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48. Кстовский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bottom w:val="single" w:sz="4" w:space="0" w:color="auto"/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Гимназия № 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0481</w:t>
            </w:r>
          </w:p>
        </w:tc>
        <w:tc>
          <w:tcPr>
            <w:tcW w:w="2750" w:type="dxa"/>
            <w:tcBorders>
              <w:bottom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607650, Нижегородская область, г.  Кстово,пл. Мира, д. 9</w:t>
            </w:r>
          </w:p>
        </w:tc>
        <w:tc>
          <w:tcPr>
            <w:tcW w:w="1158" w:type="dxa"/>
            <w:tcBorders>
              <w:bottom w:val="single" w:sz="4" w:space="0" w:color="auto"/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62" w:type="dxa"/>
            <w:tcBorders>
              <w:left w:val="single" w:sz="4" w:space="0" w:color="auto"/>
              <w:bottom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математика, русский язык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(831-45)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7-60-15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mousosh-4</w:t>
            </w: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yandex.ru</w:t>
            </w:r>
          </w:p>
        </w:tc>
      </w:tr>
      <w:tr w:rsidR="005C36E4" w:rsidRPr="00280A6A">
        <w:trPr>
          <w:trHeight w:val="375"/>
        </w:trPr>
        <w:tc>
          <w:tcPr>
            <w:tcW w:w="1548" w:type="dxa"/>
            <w:vMerge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bottom w:val="single" w:sz="4" w:space="0" w:color="auto"/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Лицей № 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0483</w:t>
            </w:r>
          </w:p>
        </w:tc>
        <w:tc>
          <w:tcPr>
            <w:tcW w:w="2750" w:type="dxa"/>
            <w:tcBorders>
              <w:bottom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607650, Нижегородская область, г. Кстово, ул. Свободы, д.1</w:t>
            </w:r>
          </w:p>
        </w:tc>
        <w:tc>
          <w:tcPr>
            <w:tcW w:w="1158" w:type="dxa"/>
            <w:tcBorders>
              <w:bottom w:val="single" w:sz="4" w:space="0" w:color="auto"/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62" w:type="dxa"/>
            <w:tcBorders>
              <w:left w:val="single" w:sz="4" w:space="0" w:color="auto"/>
              <w:bottom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математика, русский язык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(831-45)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2-81-33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sch7kstovo@mail.ru</w:t>
            </w:r>
          </w:p>
        </w:tc>
      </w:tr>
      <w:tr w:rsidR="005C36E4" w:rsidRPr="00280A6A">
        <w:trPr>
          <w:trHeight w:val="369"/>
        </w:trPr>
        <w:tc>
          <w:tcPr>
            <w:tcW w:w="1548" w:type="dxa"/>
            <w:vMerge w:val="restart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49. Кулебакский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 образовательное учреждение средняя общеобразовательная школа № 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0491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607010, Нижегородская область, г.Кулебаки,               ул. Гоголя, д. 27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(831-76)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5-25-38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Pr="00280A6A">
                <w:rPr>
                  <w:rStyle w:val="Hyperlink"/>
                  <w:sz w:val="24"/>
                  <w:szCs w:val="24"/>
                </w:rPr>
                <w:t>kul-sh1@mail.ru</w:t>
              </w:r>
            </w:hyperlink>
          </w:p>
        </w:tc>
      </w:tr>
      <w:tr w:rsidR="005C36E4" w:rsidRPr="00280A6A">
        <w:trPr>
          <w:trHeight w:val="171"/>
        </w:trPr>
        <w:tc>
          <w:tcPr>
            <w:tcW w:w="1548" w:type="dxa"/>
            <w:vMerge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6  имени Героя Российской Федерации Морева И.А.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0492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607010, Нижегородская область, г.Кулебаки, ул. О.Кошевого, дом 132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(831-76)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5-32-03, 5-32-04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Pr="00280A6A">
                <w:rPr>
                  <w:rStyle w:val="Hyperlink"/>
                  <w:sz w:val="24"/>
                  <w:szCs w:val="24"/>
                </w:rPr>
                <w:t>chkola6kulebaki@mail.ru</w:t>
              </w:r>
            </w:hyperlink>
          </w:p>
        </w:tc>
      </w:tr>
      <w:tr w:rsidR="005C36E4" w:rsidRPr="00280A6A">
        <w:trPr>
          <w:trHeight w:val="225"/>
        </w:trPr>
        <w:tc>
          <w:tcPr>
            <w:tcW w:w="1548" w:type="dxa"/>
            <w:vMerge w:val="restart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50. Павловский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1 г. Павлово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0501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606100, Нижегородская область, г. Павлово, ул. Садовая, д. 1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(831-71)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2-19-73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school1_07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@mail.ru</w:t>
            </w:r>
          </w:p>
        </w:tc>
      </w:tr>
      <w:tr w:rsidR="005C36E4" w:rsidRPr="00280A6A">
        <w:trPr>
          <w:trHeight w:val="225"/>
        </w:trPr>
        <w:tc>
          <w:tcPr>
            <w:tcW w:w="1548" w:type="dxa"/>
            <w:vMerge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9 с углубленным изучением отдельных предметов  г. Павлово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0502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606103, Нижегородская область, г. Павлово, ул. Коммунис-тическая, д. 71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4218FB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(831-71)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5-40-04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pavschool9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@yandex.ru</w:t>
            </w:r>
          </w:p>
        </w:tc>
      </w:tr>
      <w:tr w:rsidR="005C36E4" w:rsidRPr="00280A6A">
        <w:trPr>
          <w:trHeight w:val="427"/>
        </w:trPr>
        <w:tc>
          <w:tcPr>
            <w:tcW w:w="1548" w:type="dxa"/>
            <w:vMerge w:val="restart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51. г. Саров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«Средняя общеобразовательная школа № 17»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0512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607185,Нижегородская область,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Саров, 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 xml:space="preserve"> ул.Зернова, д.58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(831-30)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5-64-22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sc17@sarov-online.ru</w:t>
            </w:r>
          </w:p>
        </w:tc>
      </w:tr>
      <w:tr w:rsidR="005C36E4" w:rsidRPr="00280A6A">
        <w:trPr>
          <w:trHeight w:val="517"/>
        </w:trPr>
        <w:tc>
          <w:tcPr>
            <w:tcW w:w="1548" w:type="dxa"/>
            <w:vMerge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«Средняя общеобразовательная школа № 13»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0513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607190,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область, г.Саров, ул.Гоголя, д.12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(831-30)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9-11-01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sc13@sarov-online.ru</w:t>
            </w:r>
          </w:p>
        </w:tc>
      </w:tr>
      <w:tr w:rsidR="005C36E4" w:rsidRPr="00280A6A">
        <w:trPr>
          <w:trHeight w:val="470"/>
        </w:trPr>
        <w:tc>
          <w:tcPr>
            <w:tcW w:w="1548" w:type="dxa"/>
            <w:vMerge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«Средняя общеобразовательная школа № 20»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0514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607190, Нижегородская область, г.Саров, пр.Ленина, д.52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(831-30)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7-56-10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sc20@sarov-online.ru</w:t>
            </w:r>
          </w:p>
        </w:tc>
      </w:tr>
      <w:tr w:rsidR="005C36E4" w:rsidRPr="00280A6A">
        <w:trPr>
          <w:trHeight w:val="702"/>
        </w:trPr>
        <w:tc>
          <w:tcPr>
            <w:tcW w:w="1548" w:type="dxa"/>
            <w:vMerge w:val="restart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г.Нижний Новгород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 xml:space="preserve">       (Автозаводский)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59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0521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603138, город Н.Новгород, ул.Советской Армии,15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298- 23- 75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Pr="00280A6A">
                <w:rPr>
                  <w:rStyle w:val="Hyperlink"/>
                  <w:sz w:val="24"/>
                  <w:szCs w:val="24"/>
                </w:rPr>
                <w:t>schooln59@inbox.ru</w:t>
              </w:r>
            </w:hyperlink>
          </w:p>
        </w:tc>
      </w:tr>
      <w:tr w:rsidR="005C36E4" w:rsidRPr="00280A6A">
        <w:trPr>
          <w:trHeight w:val="741"/>
        </w:trPr>
        <w:tc>
          <w:tcPr>
            <w:tcW w:w="1548" w:type="dxa"/>
            <w:vMerge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128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0522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603142, город Н.Новгород, ул.Мончегорская, 33А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293 -72 -09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Pr="00280A6A">
                <w:rPr>
                  <w:rFonts w:ascii="Times New Roman" w:hAnsi="Times New Roman" w:cs="Times New Roman"/>
                  <w:sz w:val="24"/>
                  <w:szCs w:val="24"/>
                </w:rPr>
                <w:t>schooln128@inbox.ru</w:t>
              </w:r>
            </w:hyperlink>
          </w:p>
        </w:tc>
      </w:tr>
      <w:tr w:rsidR="005C36E4" w:rsidRPr="00280A6A">
        <w:trPr>
          <w:trHeight w:val="351"/>
        </w:trPr>
        <w:tc>
          <w:tcPr>
            <w:tcW w:w="1548" w:type="dxa"/>
            <w:vMerge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111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0524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603147, город Н.Новгород, ул. Веденяпина,30А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256 26 96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Pr="00280A6A">
                <w:rPr>
                  <w:rFonts w:ascii="Times New Roman" w:hAnsi="Times New Roman" w:cs="Times New Roman"/>
                  <w:sz w:val="24"/>
                  <w:szCs w:val="24"/>
                </w:rPr>
                <w:t>schooln111@inbox.ru</w:t>
              </w:r>
            </w:hyperlink>
          </w:p>
        </w:tc>
      </w:tr>
      <w:tr w:rsidR="005C36E4" w:rsidRPr="00280A6A">
        <w:trPr>
          <w:trHeight w:val="351"/>
        </w:trPr>
        <w:tc>
          <w:tcPr>
            <w:tcW w:w="1548" w:type="dxa"/>
            <w:vMerge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12 с углубленным изучением отдельных предметов им. Е.П. Шнитникова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0525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603147, город Н.Новгород, ул. Южное шоссе,33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256 -56 -08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Pr="00280A6A">
                <w:rPr>
                  <w:rStyle w:val="Hyperlink"/>
                  <w:sz w:val="24"/>
                  <w:szCs w:val="24"/>
                </w:rPr>
                <w:t>schooln12@inbox.ru</w:t>
              </w:r>
            </w:hyperlink>
          </w:p>
        </w:tc>
      </w:tr>
      <w:tr w:rsidR="005C36E4" w:rsidRPr="00280A6A">
        <w:trPr>
          <w:trHeight w:val="351"/>
        </w:trPr>
        <w:tc>
          <w:tcPr>
            <w:tcW w:w="1548" w:type="dxa"/>
            <w:vMerge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119 с углубленным изучением отдельных предметов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1525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603065, город Н.Новгород, ул. Дружаева, 5 Б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253 -78 -44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Pr="00280A6A">
                <w:rPr>
                  <w:rFonts w:ascii="Times New Roman" w:hAnsi="Times New Roman" w:cs="Times New Roman"/>
                  <w:sz w:val="24"/>
                  <w:szCs w:val="24"/>
                </w:rPr>
                <w:t>schooln119@inbox.ru</w:t>
              </w:r>
            </w:hyperlink>
          </w:p>
        </w:tc>
      </w:tr>
      <w:tr w:rsidR="005C36E4" w:rsidRPr="00280A6A">
        <w:trPr>
          <w:trHeight w:val="1036"/>
        </w:trPr>
        <w:tc>
          <w:tcPr>
            <w:tcW w:w="1548" w:type="dxa"/>
            <w:vMerge w:val="restart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г.Нижний Новгород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 xml:space="preserve">       (Канавинский)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№121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0532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603116,  город Нижний Новгород, ул. Тонкинская – 4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241-19- 94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sch121@mail.ru</w:t>
            </w:r>
          </w:p>
        </w:tc>
      </w:tr>
      <w:tr w:rsidR="005C36E4" w:rsidRPr="00280A6A">
        <w:trPr>
          <w:trHeight w:val="294"/>
        </w:trPr>
        <w:tc>
          <w:tcPr>
            <w:tcW w:w="1548" w:type="dxa"/>
            <w:vMerge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№176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053</w:t>
            </w: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603159, город Нижний Новгород, ул. Карла Маркса, дом 17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247-49 -23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school_176@mail.ru</w:t>
            </w:r>
          </w:p>
        </w:tc>
      </w:tr>
      <w:tr w:rsidR="005C36E4" w:rsidRPr="00280A6A">
        <w:trPr>
          <w:trHeight w:val="294"/>
        </w:trPr>
        <w:tc>
          <w:tcPr>
            <w:tcW w:w="1548" w:type="dxa"/>
            <w:vMerge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№181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0533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603124, город Нижний Новгород, улица Лесной городок, дом 6-а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221- 67-75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school181@rambler.ru</w:t>
            </w:r>
          </w:p>
        </w:tc>
      </w:tr>
      <w:tr w:rsidR="005C36E4" w:rsidRPr="00280A6A">
        <w:trPr>
          <w:trHeight w:val="439"/>
        </w:trPr>
        <w:tc>
          <w:tcPr>
            <w:tcW w:w="1548" w:type="dxa"/>
            <w:vMerge w:val="restart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г.Нижний Новгород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 xml:space="preserve">       (Ленинский)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94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0549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603132, город Н.Новгород, ул. Даргомыжского, д. 22а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240 -98 -03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lenruo94@mail.ru</w:t>
            </w:r>
          </w:p>
        </w:tc>
      </w:tr>
      <w:tr w:rsidR="005C36E4" w:rsidRPr="00280A6A">
        <w:trPr>
          <w:trHeight w:val="439"/>
        </w:trPr>
        <w:tc>
          <w:tcPr>
            <w:tcW w:w="1548" w:type="dxa"/>
            <w:vMerge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185 с углубленным изучением отдельных предметов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0545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603132, город Н.Новгород, ул. Академика Баха, д. 6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245- 71- 62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lenruo185@mail.ru</w:t>
            </w:r>
          </w:p>
        </w:tc>
      </w:tr>
      <w:tr w:rsidR="005C36E4" w:rsidRPr="00280A6A">
        <w:trPr>
          <w:trHeight w:val="439"/>
        </w:trPr>
        <w:tc>
          <w:tcPr>
            <w:tcW w:w="1548" w:type="dxa"/>
            <w:vMerge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гимназия № 184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0543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603090, город Н.Новгород, пр. Ленина, д. 61/6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664F63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F6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258 -41- 49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lenruo184@mail.ru</w:t>
            </w:r>
          </w:p>
        </w:tc>
      </w:tr>
      <w:tr w:rsidR="005C36E4" w:rsidRPr="00280A6A">
        <w:trPr>
          <w:trHeight w:val="470"/>
        </w:trPr>
        <w:tc>
          <w:tcPr>
            <w:tcW w:w="1548" w:type="dxa"/>
            <w:vMerge w:val="restart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г.Нижний Новгород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 xml:space="preserve">       (Московский)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70 с углубленным изучением отдельных предметов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0553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603157, город Нижний Новгород, ул. Коминтерна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д. 21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224-35-05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shkola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_70_</w:t>
            </w: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buh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5C36E4" w:rsidRPr="00280A6A">
        <w:trPr>
          <w:trHeight w:val="882"/>
        </w:trPr>
        <w:tc>
          <w:tcPr>
            <w:tcW w:w="1548" w:type="dxa"/>
            <w:vMerge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образовательное учреждение средняя общеобразовательная школа с углубленным изучением отдельных предметов № 118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0551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603074, город Нижний Новгород, ул. Народная д.35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220-60-68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Pr="00280A6A">
                <w:rPr>
                  <w:rStyle w:val="Hyperlink"/>
                  <w:sz w:val="24"/>
                  <w:szCs w:val="24"/>
                </w:rPr>
                <w:t>adm.118@mail.ru</w:t>
              </w:r>
            </w:hyperlink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6E4" w:rsidRPr="00280A6A">
        <w:trPr>
          <w:trHeight w:val="470"/>
        </w:trPr>
        <w:tc>
          <w:tcPr>
            <w:tcW w:w="1548" w:type="dxa"/>
            <w:vMerge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172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0552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603035, город Нижний Новгород, ул.Евгения Мирошникова д.4а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276-83-06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school172nn@mail.ru</w:t>
            </w:r>
          </w:p>
        </w:tc>
      </w:tr>
      <w:tr w:rsidR="005C36E4" w:rsidRPr="00280A6A">
        <w:trPr>
          <w:trHeight w:val="470"/>
        </w:trPr>
        <w:tc>
          <w:tcPr>
            <w:tcW w:w="1548" w:type="dxa"/>
            <w:vMerge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казённое специальное (коррекционное) образовательное учреждение для обучающихся, воспитанников с ограниченными возможностями здоровья «Специальная (коррекционная) общеобразовательная школа-интернат IV вида № 2»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0601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603079, город Нижний Новгород, ул. Московское шоссе, д. 79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241-85-16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Pr="00280A6A">
                <w:rPr>
                  <w:rStyle w:val="Hyperlink"/>
                  <w:sz w:val="24"/>
                  <w:szCs w:val="24"/>
                </w:rPr>
                <w:t>sch-int2@yandex.ru</w:t>
              </w:r>
            </w:hyperlink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6E4" w:rsidRPr="00280A6A">
        <w:trPr>
          <w:trHeight w:val="847"/>
        </w:trPr>
        <w:tc>
          <w:tcPr>
            <w:tcW w:w="1548" w:type="dxa"/>
            <w:vMerge w:val="restart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г.Нижний Новгород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 xml:space="preserve">       (Нижегородский)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 образовательное учреждение лицей № 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056</w:t>
            </w: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750" w:type="dxa"/>
            <w:tcBorders>
              <w:bottom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603005, город Нижний Новгород, ул. Пискунова, д.35а</w:t>
            </w:r>
          </w:p>
        </w:tc>
        <w:tc>
          <w:tcPr>
            <w:tcW w:w="115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6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436-21-58, 436-81-62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Pr="00280A6A">
                <w:rPr>
                  <w:rFonts w:ascii="Times New Roman" w:hAnsi="Times New Roman" w:cs="Times New Roman"/>
                  <w:sz w:val="24"/>
                  <w:szCs w:val="24"/>
                </w:rPr>
                <w:t>lyceum8-nn@yandex.ru</w:t>
              </w:r>
            </w:hyperlink>
          </w:p>
        </w:tc>
      </w:tr>
      <w:tr w:rsidR="005C36E4" w:rsidRPr="00280A6A">
        <w:trPr>
          <w:trHeight w:val="120"/>
        </w:trPr>
        <w:tc>
          <w:tcPr>
            <w:tcW w:w="1548" w:type="dxa"/>
            <w:vMerge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056</w:t>
            </w: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603000, город Нижний Новгород, ул. Славянская, д. 35</w:t>
            </w: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433-44-67, 430-70-69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Pr="00280A6A">
                <w:rPr>
                  <w:rFonts w:ascii="Times New Roman" w:hAnsi="Times New Roman" w:cs="Times New Roman"/>
                  <w:sz w:val="24"/>
                  <w:szCs w:val="24"/>
                </w:rPr>
                <w:t>shkola19nn@mail.ru</w:t>
              </w:r>
            </w:hyperlink>
          </w:p>
        </w:tc>
      </w:tr>
      <w:tr w:rsidR="005C36E4" w:rsidRPr="00280A6A">
        <w:trPr>
          <w:trHeight w:val="595"/>
        </w:trPr>
        <w:tc>
          <w:tcPr>
            <w:tcW w:w="1548" w:type="dxa"/>
            <w:vMerge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22 с углубленным изучением отдельных предметов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056</w:t>
            </w: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603163, город Нижний Новгород, ул. Верхне-Печерская, д. 5а</w:t>
            </w: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460-17-77, 460-17-42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Pr="00280A6A">
                <w:rPr>
                  <w:rFonts w:ascii="Times New Roman" w:hAnsi="Times New Roman" w:cs="Times New Roman"/>
                  <w:sz w:val="24"/>
                  <w:szCs w:val="24"/>
                </w:rPr>
                <w:t>school22nn@mail.ru</w:t>
              </w:r>
            </w:hyperlink>
          </w:p>
        </w:tc>
      </w:tr>
      <w:tr w:rsidR="005C36E4" w:rsidRPr="00280A6A">
        <w:trPr>
          <w:trHeight w:val="403"/>
        </w:trPr>
        <w:tc>
          <w:tcPr>
            <w:tcW w:w="1548" w:type="dxa"/>
            <w:vMerge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33 с углубленным изучением отдельных предметов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056</w:t>
            </w: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603109, город Нижний Новгород, пер. Урожайный, д. 4</w:t>
            </w: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430-08-18, 430-84-51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Pr="00280A6A">
                <w:rPr>
                  <w:rFonts w:ascii="Times New Roman" w:hAnsi="Times New Roman" w:cs="Times New Roman"/>
                  <w:sz w:val="24"/>
                  <w:szCs w:val="24"/>
                </w:rPr>
                <w:t>director@school33-nn.ru</w:t>
              </w:r>
            </w:hyperlink>
          </w:p>
        </w:tc>
      </w:tr>
      <w:tr w:rsidR="005C36E4" w:rsidRPr="00280A6A">
        <w:trPr>
          <w:trHeight w:val="403"/>
        </w:trPr>
        <w:tc>
          <w:tcPr>
            <w:tcW w:w="1548" w:type="dxa"/>
            <w:vMerge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образовательное учреждение общеобразовательная кадетская школа № 4 им. Героя России И.В.Гурова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056</w:t>
            </w: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603005, город Нижний Новгород, ул. Большая Печерская, д. 16б</w:t>
            </w: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436-87-53, 436-03-43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Pr="00280A6A">
                <w:rPr>
                  <w:rFonts w:ascii="Times New Roman" w:hAnsi="Times New Roman" w:cs="Times New Roman"/>
                  <w:sz w:val="24"/>
                  <w:szCs w:val="24"/>
                </w:rPr>
                <w:t>taymaslennikova@yandex.ru</w:t>
              </w:r>
            </w:hyperlink>
          </w:p>
        </w:tc>
      </w:tr>
      <w:tr w:rsidR="005C36E4" w:rsidRPr="00280A6A">
        <w:trPr>
          <w:trHeight w:val="434"/>
        </w:trPr>
        <w:tc>
          <w:tcPr>
            <w:tcW w:w="1548" w:type="dxa"/>
            <w:vMerge w:val="restart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57. г.Нижний Новгород       (Приокский)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№11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0572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603081, город Нижний Новгород, ул.Терешковой, 4а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439 -63- 01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schooll62@mail.ru</w:t>
            </w:r>
          </w:p>
        </w:tc>
      </w:tr>
      <w:tr w:rsidR="005C36E4" w:rsidRPr="00280A6A">
        <w:trPr>
          <w:trHeight w:val="434"/>
        </w:trPr>
        <w:tc>
          <w:tcPr>
            <w:tcW w:w="1548" w:type="dxa"/>
            <w:vMerge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№45 с углубленным изучением отдельных предметов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0571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603137,  город Нижний Новгород, ул Тропинина, дом 1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462- 58- 49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schooll45_nn@mail.ru</w:t>
            </w:r>
          </w:p>
        </w:tc>
      </w:tr>
      <w:tr w:rsidR="005C36E4" w:rsidRPr="00280A6A">
        <w:trPr>
          <w:trHeight w:val="993"/>
        </w:trPr>
        <w:tc>
          <w:tcPr>
            <w:tcW w:w="1548" w:type="dxa"/>
            <w:vMerge w:val="restart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г.Нижний Новгород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 xml:space="preserve">       (Советский)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лицей № 28 имени академика Б.А.Королёва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0581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603022, город Нижний Новгород, пр. Гагарина, д.8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433- 60-29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Pr="00280A6A">
                <w:rPr>
                  <w:rStyle w:val="Hyperlink"/>
                  <w:sz w:val="24"/>
                  <w:szCs w:val="24"/>
                  <w:lang w:val="en-US"/>
                </w:rPr>
                <w:t>l</w:t>
              </w:r>
              <w:r w:rsidRPr="00280A6A">
                <w:rPr>
                  <w:rStyle w:val="Hyperlink"/>
                  <w:sz w:val="24"/>
                  <w:szCs w:val="24"/>
                </w:rPr>
                <w:t>iceum28nn@narod.ru</w:t>
              </w:r>
            </w:hyperlink>
          </w:p>
        </w:tc>
      </w:tr>
      <w:tr w:rsidR="005C36E4" w:rsidRPr="00280A6A">
        <w:trPr>
          <w:trHeight w:val="384"/>
        </w:trPr>
        <w:tc>
          <w:tcPr>
            <w:tcW w:w="1548" w:type="dxa"/>
            <w:vMerge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46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0582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603106, город Нижний Новгород, ул. Б.Корнилова, д. 10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468-09-01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Pr="00280A6A">
                <w:rPr>
                  <w:rStyle w:val="Hyperlink"/>
                  <w:sz w:val="24"/>
                  <w:szCs w:val="24"/>
                </w:rPr>
                <w:t>sredsc46@mail.ru</w:t>
              </w:r>
            </w:hyperlink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6E4" w:rsidRPr="00280A6A">
        <w:trPr>
          <w:trHeight w:val="384"/>
        </w:trPr>
        <w:tc>
          <w:tcPr>
            <w:tcW w:w="1548" w:type="dxa"/>
            <w:vMerge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49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0586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603136, город Нижний Новгород, ул. Малиновского, д.12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467-08-64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0" w:history="1">
              <w:r w:rsidRPr="00280A6A">
                <w:rPr>
                  <w:rStyle w:val="Hyperlink"/>
                  <w:sz w:val="24"/>
                  <w:szCs w:val="24"/>
                </w:rPr>
                <w:t>mousosh49-nn@yandex.ru</w:t>
              </w:r>
            </w:hyperlink>
          </w:p>
        </w:tc>
      </w:tr>
      <w:tr w:rsidR="005C36E4" w:rsidRPr="00280A6A">
        <w:trPr>
          <w:trHeight w:val="384"/>
        </w:trPr>
        <w:tc>
          <w:tcPr>
            <w:tcW w:w="1548" w:type="dxa"/>
            <w:vMerge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173 с углубленным изучением отдельных предметов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0584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603146, город Нижний Новгород, ул. Бекетова, д.29 а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412-09-80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Pr="00280A6A">
                <w:rPr>
                  <w:rStyle w:val="Hyperlink"/>
                  <w:sz w:val="24"/>
                  <w:szCs w:val="24"/>
                </w:rPr>
                <w:t>school173nn@yandex.ru</w:t>
              </w:r>
            </w:hyperlink>
          </w:p>
        </w:tc>
      </w:tr>
      <w:tr w:rsidR="005C36E4" w:rsidRPr="00280A6A">
        <w:trPr>
          <w:trHeight w:val="384"/>
        </w:trPr>
        <w:tc>
          <w:tcPr>
            <w:tcW w:w="1548" w:type="dxa"/>
            <w:vMerge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151 с углубленным изучением отдельных предметов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0585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603089, город Нижний Новгород, ул. Б.Панина, д.8/54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428-59-39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Pr="00280A6A">
                <w:rPr>
                  <w:rStyle w:val="Hyperlink"/>
                  <w:sz w:val="24"/>
                  <w:szCs w:val="24"/>
                </w:rPr>
                <w:t>schoolnn151@yandex.ru</w:t>
              </w:r>
            </w:hyperlink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6E4" w:rsidRPr="00280A6A">
        <w:trPr>
          <w:trHeight w:val="403"/>
        </w:trPr>
        <w:tc>
          <w:tcPr>
            <w:tcW w:w="1548" w:type="dxa"/>
            <w:vMerge w:val="restart"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  <w:r w:rsidRPr="0028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г.Нижний Новгород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 xml:space="preserve">       Сормовский</w:t>
            </w: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84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0591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603128, город Нижний Новгород, ул. Баренца,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д. 18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227-85-86 226-55-81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Pr="00280A6A">
                <w:rPr>
                  <w:rStyle w:val="Hyperlink"/>
                  <w:sz w:val="24"/>
                  <w:szCs w:val="24"/>
                </w:rPr>
                <w:t>mousosch842007@rambler.ru</w:t>
              </w:r>
            </w:hyperlink>
          </w:p>
        </w:tc>
      </w:tr>
      <w:tr w:rsidR="005C36E4" w:rsidRPr="00280A6A">
        <w:trPr>
          <w:trHeight w:val="403"/>
        </w:trPr>
        <w:tc>
          <w:tcPr>
            <w:tcW w:w="1548" w:type="dxa"/>
            <w:vMerge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85 с углубленным изучением отдельных предметов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0592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603139, город Нижний Новгород, ул. Героев Космоса, д. 1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226-69-60</w:t>
            </w:r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226- 43 -00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Pr="00280A6A">
                <w:rPr>
                  <w:rStyle w:val="Hyperlink"/>
                  <w:sz w:val="24"/>
                  <w:szCs w:val="24"/>
                </w:rPr>
                <w:t>k28sch85@yandex.ru</w:t>
              </w:r>
            </w:hyperlink>
          </w:p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6E4" w:rsidRPr="00280A6A">
        <w:trPr>
          <w:trHeight w:val="403"/>
        </w:trPr>
        <w:tc>
          <w:tcPr>
            <w:tcW w:w="1548" w:type="dxa"/>
            <w:vMerge/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5C36E4" w:rsidRPr="00280A6A" w:rsidRDefault="005C36E4" w:rsidP="00664F6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117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0593</w:t>
            </w:r>
          </w:p>
        </w:tc>
        <w:tc>
          <w:tcPr>
            <w:tcW w:w="2750" w:type="dxa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603040, город Нижний Новгород, ул. Чайковского, д. 12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62" w:type="dxa"/>
            <w:tcBorders>
              <w:lef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273-13-71 273-20-22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Pr="00280A6A">
                <w:rPr>
                  <w:rStyle w:val="Hyperlink"/>
                  <w:sz w:val="24"/>
                  <w:szCs w:val="24"/>
                  <w:lang w:val="en-US"/>
                </w:rPr>
                <w:t>sch117@bk.ru</w:t>
              </w:r>
            </w:hyperlink>
          </w:p>
        </w:tc>
      </w:tr>
      <w:tr w:rsidR="005C36E4" w:rsidRPr="00280A6A">
        <w:trPr>
          <w:trHeight w:val="531"/>
        </w:trPr>
        <w:tc>
          <w:tcPr>
            <w:tcW w:w="1548" w:type="dxa"/>
            <w:vMerge/>
            <w:tcBorders>
              <w:bottom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5C36E4" w:rsidRPr="00280A6A" w:rsidRDefault="005C36E4" w:rsidP="007D05A6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bottom w:val="single" w:sz="4" w:space="0" w:color="auto"/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183 имени Р.Алексеева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80A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0594</w:t>
            </w:r>
          </w:p>
        </w:tc>
        <w:tc>
          <w:tcPr>
            <w:tcW w:w="2750" w:type="dxa"/>
            <w:tcBorders>
              <w:bottom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603094, город Нижний Новгород, ул. Энгельса, д. 27</w:t>
            </w:r>
          </w:p>
        </w:tc>
        <w:tc>
          <w:tcPr>
            <w:tcW w:w="1158" w:type="dxa"/>
            <w:tcBorders>
              <w:bottom w:val="single" w:sz="4" w:space="0" w:color="auto"/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62" w:type="dxa"/>
            <w:tcBorders>
              <w:left w:val="single" w:sz="4" w:space="0" w:color="auto"/>
              <w:bottom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6A">
              <w:rPr>
                <w:rFonts w:ascii="Times New Roman" w:hAnsi="Times New Roman" w:cs="Times New Roman"/>
                <w:sz w:val="24"/>
                <w:szCs w:val="24"/>
              </w:rPr>
              <w:t>225-18-01 225-29-79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5C36E4" w:rsidRPr="00280A6A" w:rsidRDefault="005C36E4" w:rsidP="0066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Pr="00280A6A">
                <w:rPr>
                  <w:rStyle w:val="Hyperlink"/>
                  <w:sz w:val="24"/>
                  <w:szCs w:val="24"/>
                </w:rPr>
                <w:t>nnovschool183@mail.ru</w:t>
              </w:r>
            </w:hyperlink>
          </w:p>
        </w:tc>
      </w:tr>
    </w:tbl>
    <w:p w:rsidR="005C36E4" w:rsidRPr="00280A6A" w:rsidRDefault="005C36E4" w:rsidP="007D05A6">
      <w:pPr>
        <w:spacing w:line="240" w:lineRule="auto"/>
        <w:jc w:val="center"/>
        <w:rPr>
          <w:sz w:val="24"/>
          <w:szCs w:val="24"/>
        </w:rPr>
      </w:pPr>
      <w:r w:rsidRPr="00280A6A">
        <w:rPr>
          <w:rFonts w:ascii="Times New Roman" w:hAnsi="Times New Roman" w:cs="Times New Roman"/>
          <w:sz w:val="24"/>
          <w:szCs w:val="24"/>
        </w:rPr>
        <w:t>________________</w:t>
      </w:r>
    </w:p>
    <w:sectPr w:rsidR="005C36E4" w:rsidRPr="00280A6A" w:rsidSect="006720E8">
      <w:headerReference w:type="default" r:id="rId47"/>
      <w:pgSz w:w="16838" w:h="11906" w:orient="landscape"/>
      <w:pgMar w:top="794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6E4" w:rsidRDefault="005C36E4">
      <w:r>
        <w:separator/>
      </w:r>
    </w:p>
  </w:endnote>
  <w:endnote w:type="continuationSeparator" w:id="0">
    <w:p w:rsidR="005C36E4" w:rsidRDefault="005C36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6E4" w:rsidRDefault="005C36E4">
      <w:r>
        <w:separator/>
      </w:r>
    </w:p>
  </w:footnote>
  <w:footnote w:type="continuationSeparator" w:id="0">
    <w:p w:rsidR="005C36E4" w:rsidRDefault="005C36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6E4" w:rsidRDefault="005C36E4" w:rsidP="006720E8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12</w:t>
    </w:r>
    <w:r>
      <w:rPr>
        <w:rStyle w:val="PageNumber"/>
      </w:rPr>
      <w:fldChar w:fldCharType="end"/>
    </w:r>
  </w:p>
  <w:p w:rsidR="005C36E4" w:rsidRDefault="005C36E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C7630"/>
    <w:multiLevelType w:val="hybridMultilevel"/>
    <w:tmpl w:val="FE7A4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86703A"/>
    <w:multiLevelType w:val="hybridMultilevel"/>
    <w:tmpl w:val="6D7EE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FE3D4B"/>
    <w:multiLevelType w:val="hybridMultilevel"/>
    <w:tmpl w:val="8954C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BE12DD9"/>
    <w:multiLevelType w:val="multilevel"/>
    <w:tmpl w:val="11DC9012"/>
    <w:lvl w:ilvl="0">
      <w:start w:val="8831"/>
      <w:numFmt w:val="decimal"/>
      <w:lvlText w:val="(%1-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57"/>
      <w:numFmt w:val="decimal"/>
      <w:lvlText w:val="(%1-%2)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2">
      <w:start w:val="1"/>
      <w:numFmt w:val="decimal"/>
      <w:lvlText w:val="(%1-%2)%3.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3">
      <w:start w:val="1"/>
      <w:numFmt w:val="decimal"/>
      <w:lvlText w:val="(%1-%2)%3.%4.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4">
      <w:start w:val="1"/>
      <w:numFmt w:val="decimal"/>
      <w:lvlText w:val="(%1-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(%1-%2)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(%1-%2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(%1-%2)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(%1-%2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65805CA"/>
    <w:multiLevelType w:val="hybridMultilevel"/>
    <w:tmpl w:val="7AB616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6825740"/>
    <w:multiLevelType w:val="hybridMultilevel"/>
    <w:tmpl w:val="93F6F22E"/>
    <w:lvl w:ilvl="0" w:tplc="ADD0810E">
      <w:start w:val="224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8C02FB"/>
    <w:multiLevelType w:val="hybridMultilevel"/>
    <w:tmpl w:val="F1DE6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4C4BC5"/>
    <w:multiLevelType w:val="hybridMultilevel"/>
    <w:tmpl w:val="04349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7352"/>
    <w:rsid w:val="000742FF"/>
    <w:rsid w:val="000C47DA"/>
    <w:rsid w:val="000D6F12"/>
    <w:rsid w:val="00106824"/>
    <w:rsid w:val="00120C71"/>
    <w:rsid w:val="0012188B"/>
    <w:rsid w:val="001443AB"/>
    <w:rsid w:val="00162420"/>
    <w:rsid w:val="0017582A"/>
    <w:rsid w:val="00185FB5"/>
    <w:rsid w:val="00197BAF"/>
    <w:rsid w:val="001A4D2F"/>
    <w:rsid w:val="001B30C2"/>
    <w:rsid w:val="001E237B"/>
    <w:rsid w:val="001F1621"/>
    <w:rsid w:val="00275A86"/>
    <w:rsid w:val="00280A6A"/>
    <w:rsid w:val="00281367"/>
    <w:rsid w:val="0028459A"/>
    <w:rsid w:val="00287D27"/>
    <w:rsid w:val="002A6962"/>
    <w:rsid w:val="002F0085"/>
    <w:rsid w:val="00303136"/>
    <w:rsid w:val="003046D9"/>
    <w:rsid w:val="00305E60"/>
    <w:rsid w:val="00324432"/>
    <w:rsid w:val="0035019B"/>
    <w:rsid w:val="003505FD"/>
    <w:rsid w:val="00351946"/>
    <w:rsid w:val="003A630F"/>
    <w:rsid w:val="003C1E7D"/>
    <w:rsid w:val="003C21EA"/>
    <w:rsid w:val="003E1F91"/>
    <w:rsid w:val="003F0513"/>
    <w:rsid w:val="004218FB"/>
    <w:rsid w:val="00433D93"/>
    <w:rsid w:val="00435748"/>
    <w:rsid w:val="00445413"/>
    <w:rsid w:val="00454D23"/>
    <w:rsid w:val="004961EA"/>
    <w:rsid w:val="004A3743"/>
    <w:rsid w:val="004A4DA5"/>
    <w:rsid w:val="004A6CC6"/>
    <w:rsid w:val="004B6CF0"/>
    <w:rsid w:val="004D657C"/>
    <w:rsid w:val="00541638"/>
    <w:rsid w:val="00582039"/>
    <w:rsid w:val="005863EA"/>
    <w:rsid w:val="00587066"/>
    <w:rsid w:val="00596341"/>
    <w:rsid w:val="005C36E4"/>
    <w:rsid w:val="005D3882"/>
    <w:rsid w:val="005F41EB"/>
    <w:rsid w:val="00604771"/>
    <w:rsid w:val="00664F63"/>
    <w:rsid w:val="006720E8"/>
    <w:rsid w:val="006836CA"/>
    <w:rsid w:val="006D406D"/>
    <w:rsid w:val="007033E5"/>
    <w:rsid w:val="007131AF"/>
    <w:rsid w:val="00713474"/>
    <w:rsid w:val="00732711"/>
    <w:rsid w:val="007327B0"/>
    <w:rsid w:val="007358A8"/>
    <w:rsid w:val="00744E92"/>
    <w:rsid w:val="00756FB6"/>
    <w:rsid w:val="00767352"/>
    <w:rsid w:val="007831A5"/>
    <w:rsid w:val="00785BA9"/>
    <w:rsid w:val="007C2B22"/>
    <w:rsid w:val="007C4082"/>
    <w:rsid w:val="007D05A6"/>
    <w:rsid w:val="007E2FC3"/>
    <w:rsid w:val="007F7AE2"/>
    <w:rsid w:val="00800DAE"/>
    <w:rsid w:val="00804FB4"/>
    <w:rsid w:val="008153EF"/>
    <w:rsid w:val="00837B7F"/>
    <w:rsid w:val="00865C52"/>
    <w:rsid w:val="00890DCD"/>
    <w:rsid w:val="00892971"/>
    <w:rsid w:val="008938E4"/>
    <w:rsid w:val="008B23AE"/>
    <w:rsid w:val="00940AFB"/>
    <w:rsid w:val="00946BE1"/>
    <w:rsid w:val="00986089"/>
    <w:rsid w:val="009B38C3"/>
    <w:rsid w:val="00A46D37"/>
    <w:rsid w:val="00A525D1"/>
    <w:rsid w:val="00A5521C"/>
    <w:rsid w:val="00A6536E"/>
    <w:rsid w:val="00A83C2C"/>
    <w:rsid w:val="00AC0DC9"/>
    <w:rsid w:val="00B04E97"/>
    <w:rsid w:val="00B3181F"/>
    <w:rsid w:val="00C03147"/>
    <w:rsid w:val="00C3713D"/>
    <w:rsid w:val="00C4066C"/>
    <w:rsid w:val="00C7794F"/>
    <w:rsid w:val="00CA3B2F"/>
    <w:rsid w:val="00CD1ADA"/>
    <w:rsid w:val="00D01EE9"/>
    <w:rsid w:val="00D52C53"/>
    <w:rsid w:val="00D87C0D"/>
    <w:rsid w:val="00DA7EB2"/>
    <w:rsid w:val="00DB040E"/>
    <w:rsid w:val="00DB264B"/>
    <w:rsid w:val="00DE5EAB"/>
    <w:rsid w:val="00E37239"/>
    <w:rsid w:val="00E826D3"/>
    <w:rsid w:val="00EA2498"/>
    <w:rsid w:val="00EA6587"/>
    <w:rsid w:val="00EF71C6"/>
    <w:rsid w:val="00F1514B"/>
    <w:rsid w:val="00F258B0"/>
    <w:rsid w:val="00F54CB1"/>
    <w:rsid w:val="00FC1B71"/>
    <w:rsid w:val="00FD604B"/>
    <w:rsid w:val="00FE3C8C"/>
    <w:rsid w:val="00FE5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352"/>
    <w:pPr>
      <w:spacing w:after="200" w:line="276" w:lineRule="auto"/>
    </w:pPr>
    <w:rPr>
      <w:rFonts w:cs="Calibri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67352"/>
    <w:pPr>
      <w:keepNext/>
      <w:spacing w:after="0" w:line="240" w:lineRule="auto"/>
      <w:outlineLvl w:val="1"/>
    </w:pPr>
    <w:rPr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767352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767352"/>
    <w:rPr>
      <w:color w:val="0000FF"/>
      <w:u w:val="single"/>
    </w:rPr>
  </w:style>
  <w:style w:type="table" w:styleId="TableGrid">
    <w:name w:val="Table Grid"/>
    <w:basedOn w:val="TableNormal"/>
    <w:uiPriority w:val="99"/>
    <w:rsid w:val="00767352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semiHidden/>
    <w:rsid w:val="00767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67352"/>
    <w:rPr>
      <w:rFonts w:ascii="Times New Roman" w:hAnsi="Times New Roman" w:cs="Times New Roman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767352"/>
    <w:pPr>
      <w:spacing w:after="0" w:line="240" w:lineRule="auto"/>
      <w:ind w:left="6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67352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7673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67352"/>
    <w:rPr>
      <w:rFonts w:ascii="Times New Roman" w:hAnsi="Times New Roman" w:cs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767352"/>
    <w:rPr>
      <w:rFonts w:cs="Calibri"/>
      <w:lang w:eastAsia="en-US"/>
    </w:rPr>
  </w:style>
  <w:style w:type="paragraph" w:styleId="Title">
    <w:name w:val="Title"/>
    <w:basedOn w:val="Normal"/>
    <w:link w:val="TitleChar"/>
    <w:uiPriority w:val="99"/>
    <w:qFormat/>
    <w:rsid w:val="0076735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76735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PlainText">
    <w:name w:val="Plain Text"/>
    <w:basedOn w:val="Normal"/>
    <w:link w:val="PlainTextChar"/>
    <w:uiPriority w:val="99"/>
    <w:rsid w:val="0076735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767352"/>
    <w:rPr>
      <w:rFonts w:ascii="Courier New" w:hAnsi="Courier New" w:cs="Courier New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76735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767352"/>
    <w:rPr>
      <w:rFonts w:ascii="Calibri" w:hAnsi="Calibri" w:cs="Calibri"/>
    </w:rPr>
  </w:style>
  <w:style w:type="paragraph" w:styleId="EndnoteText">
    <w:name w:val="endnote text"/>
    <w:basedOn w:val="Normal"/>
    <w:link w:val="EndnoteTextChar"/>
    <w:uiPriority w:val="99"/>
    <w:semiHidden/>
    <w:rsid w:val="0076735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767352"/>
    <w:rPr>
      <w:rFonts w:ascii="Calibri" w:hAnsi="Calibri" w:cs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767352"/>
    <w:rPr>
      <w:vertAlign w:val="superscript"/>
    </w:rPr>
  </w:style>
  <w:style w:type="paragraph" w:customStyle="1" w:styleId="a">
    <w:name w:val="Содержимое таблицы"/>
    <w:basedOn w:val="Normal"/>
    <w:uiPriority w:val="99"/>
    <w:rsid w:val="007673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7673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67352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rsid w:val="0076735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76735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0">
    <w:name w:val="Знак"/>
    <w:basedOn w:val="Normal"/>
    <w:uiPriority w:val="99"/>
    <w:rsid w:val="0076735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1">
    <w:name w:val="Знак Знак Знак Знак Знак Знак Знак Знак Знак Знак"/>
    <w:basedOn w:val="Normal"/>
    <w:uiPriority w:val="99"/>
    <w:rsid w:val="00767352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FollowedHyperlink">
    <w:name w:val="FollowedHyperlink"/>
    <w:basedOn w:val="DefaultParagraphFont"/>
    <w:uiPriority w:val="99"/>
    <w:rsid w:val="00767352"/>
    <w:rPr>
      <w:color w:val="800080"/>
      <w:u w:val="single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767352"/>
    <w:rPr>
      <w:rFonts w:eastAsia="Times New Roman"/>
      <w:spacing w:val="5"/>
      <w:sz w:val="21"/>
      <w:szCs w:val="21"/>
      <w:shd w:val="clear" w:color="auto" w:fill="FFFFFF"/>
    </w:rPr>
  </w:style>
  <w:style w:type="character" w:customStyle="1" w:styleId="78pt">
    <w:name w:val="Основной текст (7) + 8 pt"/>
    <w:aliases w:val="Полужирный"/>
    <w:basedOn w:val="7"/>
    <w:uiPriority w:val="99"/>
    <w:rsid w:val="00767352"/>
    <w:rPr>
      <w:b/>
      <w:bCs/>
      <w:spacing w:val="0"/>
      <w:sz w:val="16"/>
      <w:szCs w:val="16"/>
    </w:rPr>
  </w:style>
  <w:style w:type="paragraph" w:customStyle="1" w:styleId="70">
    <w:name w:val="Основной текст (7)"/>
    <w:basedOn w:val="Normal"/>
    <w:link w:val="7"/>
    <w:uiPriority w:val="99"/>
    <w:rsid w:val="00767352"/>
    <w:pPr>
      <w:shd w:val="clear" w:color="auto" w:fill="FFFFFF"/>
      <w:spacing w:after="0" w:line="274" w:lineRule="exact"/>
      <w:jc w:val="center"/>
    </w:pPr>
    <w:rPr>
      <w:rFonts w:eastAsia="Times New Roman"/>
      <w:spacing w:val="5"/>
      <w:sz w:val="21"/>
      <w:szCs w:val="21"/>
    </w:rPr>
  </w:style>
  <w:style w:type="character" w:customStyle="1" w:styleId="apple-style-span">
    <w:name w:val="apple-style-span"/>
    <w:basedOn w:val="DefaultParagraphFont"/>
    <w:uiPriority w:val="99"/>
    <w:rsid w:val="00767352"/>
  </w:style>
  <w:style w:type="paragraph" w:styleId="Header">
    <w:name w:val="header"/>
    <w:basedOn w:val="Normal"/>
    <w:link w:val="HeaderChar"/>
    <w:uiPriority w:val="99"/>
    <w:rsid w:val="00767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67352"/>
    <w:rPr>
      <w:rFonts w:ascii="Calibri" w:hAnsi="Calibri" w:cs="Calibri"/>
    </w:rPr>
  </w:style>
  <w:style w:type="character" w:styleId="PageNumber">
    <w:name w:val="page number"/>
    <w:basedOn w:val="DefaultParagraphFont"/>
    <w:uiPriority w:val="99"/>
    <w:rsid w:val="006720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MOUPSOH@yandex.ru" TargetMode="External"/><Relationship Id="rId18" Type="http://schemas.openxmlformats.org/officeDocument/2006/relationships/hyperlink" Target="mailto:Shcola-6@mail.ru" TargetMode="External"/><Relationship Id="rId26" Type="http://schemas.openxmlformats.org/officeDocument/2006/relationships/hyperlink" Target="mailto:schooln59@inbox.ru" TargetMode="External"/><Relationship Id="rId39" Type="http://schemas.openxmlformats.org/officeDocument/2006/relationships/hyperlink" Target="mailto:sredsc46@mail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mou-sosh-36@mail.ru" TargetMode="External"/><Relationship Id="rId34" Type="http://schemas.openxmlformats.org/officeDocument/2006/relationships/hyperlink" Target="mailto:shkola19nn@mail.ru" TargetMode="External"/><Relationship Id="rId42" Type="http://schemas.openxmlformats.org/officeDocument/2006/relationships/hyperlink" Target="mailto:schoolnn151@yandex.ru" TargetMode="External"/><Relationship Id="rId47" Type="http://schemas.openxmlformats.org/officeDocument/2006/relationships/header" Target="header1.xml"/><Relationship Id="rId7" Type="http://schemas.openxmlformats.org/officeDocument/2006/relationships/hyperlink" Target="mailto:petrova@niro.nnov.ru" TargetMode="External"/><Relationship Id="rId12" Type="http://schemas.openxmlformats.org/officeDocument/2006/relationships/hyperlink" Target="mailto:Pervlizei@mail.ru" TargetMode="External"/><Relationship Id="rId17" Type="http://schemas.openxmlformats.org/officeDocument/2006/relationships/hyperlink" Target="mailto:kustova-72@mail.ru" TargetMode="External"/><Relationship Id="rId25" Type="http://schemas.openxmlformats.org/officeDocument/2006/relationships/hyperlink" Target="mailto:Chkola6kulebaki@mail.ru" TargetMode="External"/><Relationship Id="rId33" Type="http://schemas.openxmlformats.org/officeDocument/2006/relationships/hyperlink" Target="mailto:lyceum8-nn@yandex.ru" TargetMode="External"/><Relationship Id="rId38" Type="http://schemas.openxmlformats.org/officeDocument/2006/relationships/hyperlink" Target="mailto:liceum28nn@narod.ru" TargetMode="External"/><Relationship Id="rId46" Type="http://schemas.openxmlformats.org/officeDocument/2006/relationships/hyperlink" Target="mailto:nnovschool183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urenschool@yandex.ru" TargetMode="External"/><Relationship Id="rId20" Type="http://schemas.openxmlformats.org/officeDocument/2006/relationships/hyperlink" Target="mailto:dzschool-23@mail.ru" TargetMode="External"/><Relationship Id="rId29" Type="http://schemas.openxmlformats.org/officeDocument/2006/relationships/hyperlink" Target="mailto:schooln12@inbox.ru" TargetMode="External"/><Relationship Id="rId41" Type="http://schemas.openxmlformats.org/officeDocument/2006/relationships/hyperlink" Target="mailto:school173nn@yandex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ks061@mail.ru" TargetMode="External"/><Relationship Id="rId24" Type="http://schemas.openxmlformats.org/officeDocument/2006/relationships/hyperlink" Target="mailto:kul-sh1@mail.ru" TargetMode="External"/><Relationship Id="rId32" Type="http://schemas.openxmlformats.org/officeDocument/2006/relationships/hyperlink" Target="mailto:sch-int2@yandex.ru" TargetMode="External"/><Relationship Id="rId37" Type="http://schemas.openxmlformats.org/officeDocument/2006/relationships/hyperlink" Target="mailto:taymaslennikova@yandex.ru" TargetMode="External"/><Relationship Id="rId40" Type="http://schemas.openxmlformats.org/officeDocument/2006/relationships/hyperlink" Target="mailto:mousosh49-nn@yandex.ru" TargetMode="External"/><Relationship Id="rId45" Type="http://schemas.openxmlformats.org/officeDocument/2006/relationships/hyperlink" Target="mailto:sch117@bk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sosnovruo@inbox.ru" TargetMode="External"/><Relationship Id="rId23" Type="http://schemas.openxmlformats.org/officeDocument/2006/relationships/hyperlink" Target="mailto:lps-2007@mail.ru" TargetMode="External"/><Relationship Id="rId28" Type="http://schemas.openxmlformats.org/officeDocument/2006/relationships/hyperlink" Target="mailto:schooln111@inbox.ru" TargetMode="External"/><Relationship Id="rId36" Type="http://schemas.openxmlformats.org/officeDocument/2006/relationships/hyperlink" Target="mailto:director@school33-nn.ru" TargetMode="External"/><Relationship Id="rId49" Type="http://schemas.openxmlformats.org/officeDocument/2006/relationships/theme" Target="theme/theme1.xml"/><Relationship Id="rId10" Type="http://schemas.openxmlformats.org/officeDocument/2006/relationships/hyperlink" Target="mailto:vorot-school@mail.ru" TargetMode="External"/><Relationship Id="rId19" Type="http://schemas.openxmlformats.org/officeDocument/2006/relationships/hyperlink" Target="mailto:nina-neo@mail.ru" TargetMode="External"/><Relationship Id="rId31" Type="http://schemas.openxmlformats.org/officeDocument/2006/relationships/hyperlink" Target="mailto:adm.118@mail.ru" TargetMode="External"/><Relationship Id="rId44" Type="http://schemas.openxmlformats.org/officeDocument/2006/relationships/hyperlink" Target="mailto:k28sch85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oynosh52@mail.ru" TargetMode="External"/><Relationship Id="rId14" Type="http://schemas.openxmlformats.org/officeDocument/2006/relationships/hyperlink" Target="mailto:ssosh7@mail.ru" TargetMode="External"/><Relationship Id="rId22" Type="http://schemas.openxmlformats.org/officeDocument/2006/relationships/hyperlink" Target="mailto:shk37@mail.ru" TargetMode="External"/><Relationship Id="rId27" Type="http://schemas.openxmlformats.org/officeDocument/2006/relationships/hyperlink" Target="mailto:schooln128@inbox.ru" TargetMode="External"/><Relationship Id="rId30" Type="http://schemas.openxmlformats.org/officeDocument/2006/relationships/hyperlink" Target="mailto:schooln119@inbox.ru" TargetMode="External"/><Relationship Id="rId35" Type="http://schemas.openxmlformats.org/officeDocument/2006/relationships/hyperlink" Target="mailto:school22nn@mail.ru" TargetMode="External"/><Relationship Id="rId43" Type="http://schemas.openxmlformats.org/officeDocument/2006/relationships/hyperlink" Target="mailto:mousosch842007@rambler.ru" TargetMode="External"/><Relationship Id="rId48" Type="http://schemas.openxmlformats.org/officeDocument/2006/relationships/fontTable" Target="fontTable.xml"/><Relationship Id="rId8" Type="http://schemas.openxmlformats.org/officeDocument/2006/relationships/hyperlink" Target="mailto:varnavinschool@ramble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12</Pages>
  <Words>4186</Words>
  <Characters>23864</Characters>
  <Application>Microsoft Office Outlook</Application>
  <DocSecurity>0</DocSecurity>
  <Lines>0</Lines>
  <Paragraphs>0</Paragraphs>
  <ScaleCrop>false</ScaleCrop>
  <Company>MultiDVD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</dc:title>
  <dc:subject/>
  <dc:creator>Ольга В. Саакян</dc:creator>
  <cp:keywords/>
  <dc:description/>
  <cp:lastModifiedBy>Пользователь</cp:lastModifiedBy>
  <cp:revision>5</cp:revision>
  <dcterms:created xsi:type="dcterms:W3CDTF">2014-01-28T07:07:00Z</dcterms:created>
  <dcterms:modified xsi:type="dcterms:W3CDTF">2014-02-04T06:56:00Z</dcterms:modified>
</cp:coreProperties>
</file>